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72E6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B1D56C4" w:rsidR="00B65513" w:rsidRPr="0007110E" w:rsidRDefault="004B6C4B" w:rsidP="004B6C4B">
                <w:pPr>
                  <w:tabs>
                    <w:tab w:val="left" w:pos="426"/>
                  </w:tabs>
                  <w:spacing w:before="120"/>
                  <w:rPr>
                    <w:bCs/>
                    <w:lang w:val="en-IE" w:eastAsia="en-GB"/>
                  </w:rPr>
                </w:pPr>
                <w:r>
                  <w:rPr>
                    <w:bCs/>
                    <w:lang w:val="en-IE" w:eastAsia="en-GB"/>
                  </w:rPr>
                  <w:t>OLAF-</w:t>
                </w:r>
                <w:r w:rsidR="005A31FF">
                  <w:rPr>
                    <w:bCs/>
                    <w:lang w:val="en-IE" w:eastAsia="en-GB"/>
                  </w:rPr>
                  <w:t>A</w:t>
                </w:r>
                <w:r>
                  <w:rPr>
                    <w:bCs/>
                    <w:lang w:val="en-IE" w:eastAsia="en-GB"/>
                  </w:rPr>
                  <w:t>-</w:t>
                </w:r>
                <w:r w:rsidR="005A31FF">
                  <w:rPr>
                    <w:bCs/>
                    <w:lang w:val="en-IE" w:eastAsia="en-GB"/>
                  </w:rPr>
                  <w:t>03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527712108"/>
                <w:placeholder>
                  <w:docPart w:val="EEEDFCE36EA04AABA62D39618238F9F4"/>
                </w:placeholder>
              </w:sdtPr>
              <w:sdtEndPr/>
              <w:sdtContent>
                <w:tc>
                  <w:tcPr>
                    <w:tcW w:w="5491" w:type="dxa"/>
                  </w:tcPr>
                  <w:p w14:paraId="26B6BD75" w14:textId="054F7656" w:rsidR="00D96984" w:rsidRPr="0007110E" w:rsidRDefault="005A31FF" w:rsidP="00E82667">
                    <w:pPr>
                      <w:tabs>
                        <w:tab w:val="left" w:pos="426"/>
                      </w:tabs>
                      <w:spacing w:before="120"/>
                      <w:rPr>
                        <w:bCs/>
                        <w:lang w:val="en-IE" w:eastAsia="en-GB"/>
                      </w:rPr>
                    </w:pPr>
                    <w:r>
                      <w:rPr>
                        <w:bCs/>
                        <w:lang w:val="en-IE" w:eastAsia="en-GB"/>
                      </w:rPr>
                      <w:t>398008</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955555534"/>
                  <w:placeholder>
                    <w:docPart w:val="CB1DE79E3488433399B2B624C395CDDC"/>
                  </w:placeholder>
                </w:sdtPr>
                <w:sdtEndPr/>
                <w:sdtContent>
                  <w:p w14:paraId="714DA989" w14:textId="29AC5D98" w:rsidR="00E21DBD" w:rsidRPr="0007110E" w:rsidRDefault="005A31FF" w:rsidP="00E82667">
                    <w:pPr>
                      <w:tabs>
                        <w:tab w:val="left" w:pos="426"/>
                      </w:tabs>
                      <w:spacing w:before="120"/>
                      <w:rPr>
                        <w:bCs/>
                        <w:lang w:val="en-IE" w:eastAsia="en-GB"/>
                      </w:rPr>
                    </w:pPr>
                    <w:r>
                      <w:rPr>
                        <w:bCs/>
                        <w:lang w:val="en-IE" w:eastAsia="en-GB"/>
                      </w:rPr>
                      <w:t>Amira Szönyi, Head of Unit OLAF A3</w:t>
                    </w:r>
                  </w:p>
                </w:sdtContent>
              </w:sdt>
            </w:sdtContent>
          </w:sdt>
          <w:p w14:paraId="34CF737A" w14:textId="4F921064" w:rsidR="00E21DBD" w:rsidRPr="0007110E" w:rsidRDefault="00B72E6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21DBD" w:rsidRPr="0007110E">
                  <w:rPr>
                    <w:bCs/>
                    <w:lang w:val="en-IE" w:eastAsia="en-GB"/>
                  </w:rPr>
                  <w:t>…</w:t>
                </w:r>
                <w:r w:rsidR="005A31FF">
                  <w:rPr>
                    <w:bCs/>
                    <w:lang w:val="en-IE" w:eastAsia="en-GB"/>
                  </w:rPr>
                  <w:t>1</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A31FF">
                  <w:rPr>
                    <w:bCs/>
                    <w:lang w:val="en-IE" w:eastAsia="en-GB"/>
                  </w:rPr>
                  <w:t>2026</w:t>
                </w:r>
              </w:sdtContent>
            </w:sdt>
          </w:p>
          <w:p w14:paraId="158DD156" w14:textId="522E978C" w:rsidR="00E21DBD" w:rsidRPr="0007110E" w:rsidRDefault="00B72E6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A31FF">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A31F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5A31FF">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75FE620" w:rsidR="00E21DBD" w:rsidRPr="0007110E" w:rsidRDefault="008F4BA9" w:rsidP="00E82667">
            <w:pPr>
              <w:tabs>
                <w:tab w:val="left" w:pos="426"/>
              </w:tabs>
              <w:spacing w:before="120"/>
              <w:rPr>
                <w:bCs/>
                <w:lang w:val="en-IE" w:eastAsia="en-GB"/>
              </w:rPr>
            </w:pPr>
            <w:r>
              <w:rPr>
                <w:bCs/>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1A947D4" w:rsidR="00E21DBD" w:rsidRDefault="00E82667" w:rsidP="00E21DBD">
            <w:pPr>
              <w:tabs>
                <w:tab w:val="left" w:pos="426"/>
              </w:tabs>
              <w:contextualSpacing/>
              <w:rPr>
                <w:bCs/>
                <w:szCs w:val="24"/>
                <w:lang w:eastAsia="en-GB"/>
              </w:rPr>
            </w:pPr>
            <w:r>
              <w:rPr>
                <w:bCs/>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72E6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72E6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72E6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A443AB7" w:rsidR="00E21DBD" w:rsidRPr="0007110E" w:rsidRDefault="00E82667" w:rsidP="00252050">
            <w:pPr>
              <w:tabs>
                <w:tab w:val="left" w:pos="426"/>
              </w:tabs>
              <w:rPr>
                <w:bCs/>
                <w:lang w:val="en-IE" w:eastAsia="en-GB"/>
              </w:rPr>
            </w:pPr>
            <w:r>
              <w:rPr>
                <w:bCs/>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699E620" w:rsidR="00DF1E49" w:rsidRDefault="00E82667" w:rsidP="00E82667">
            <w:pPr>
              <w:tabs>
                <w:tab w:val="left" w:pos="426"/>
              </w:tabs>
              <w:spacing w:before="120" w:after="120"/>
              <w:rPr>
                <w:bCs/>
                <w:szCs w:val="24"/>
                <w:lang w:eastAsia="en-GB"/>
              </w:rPr>
            </w:pPr>
            <w:r>
              <w:rPr>
                <w:bCs/>
              </w:rPr>
              <w:object w:dxaOrig="1440" w:dyaOrig="1440" w14:anchorId="51A1B371">
                <v:shape id="_x0000_i1045" type="#_x0000_t75" style="width:108pt;height:21.6pt" o:ole="">
                  <v:imagedata r:id="rId23" o:title=""/>
                </v:shape>
                <w:control r:id="rId24" w:name="OptionButton2" w:shapeid="_x0000_i1045"/>
              </w:object>
            </w:r>
            <w:r>
              <w:rPr>
                <w:bCs/>
              </w:rPr>
              <w:object w:dxaOrig="1440" w:dyaOrig="1440" w14:anchorId="0992615F">
                <v:shape id="_x0000_i1047" type="#_x0000_t75" style="width:108pt;height:21.6pt" o:ole="">
                  <v:imagedata r:id="rId25" o:title=""/>
                </v:shape>
                <w:control r:id="rId26" w:name="OptionButton3" w:shapeid="_x0000_i1047"/>
              </w:object>
            </w:r>
          </w:p>
          <w:p w14:paraId="42C9AD79" w14:textId="54295625"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2-19T00:00:00Z">
                  <w:dateFormat w:val="dd-MM-yyyy"/>
                  <w:lid w:val="fr-BE"/>
                  <w:storeMappedDataAs w:val="dateTime"/>
                  <w:calendar w:val="gregorian"/>
                </w:date>
              </w:sdtPr>
              <w:sdtEndPr/>
              <w:sdtContent>
                <w:r w:rsidR="00B72E6C">
                  <w:rPr>
                    <w:bCs/>
                    <w:lang w:val="fr-BE" w:eastAsia="en-GB"/>
                  </w:rPr>
                  <w:t>19-12-2025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0"/>
          <w:lang w:val="en-US" w:eastAsia="en-IE"/>
        </w:rPr>
        <w:id w:val="1947428389"/>
        <w:placeholder>
          <w:docPart w:val="01FE2A815F084106A588A92A2E57411D"/>
        </w:placeholder>
      </w:sdtPr>
      <w:sdtEndPr/>
      <w:sdtContent>
        <w:sdt>
          <w:sdtPr>
            <w:rPr>
              <w:szCs w:val="20"/>
              <w:lang w:val="en-US" w:eastAsia="en-IE"/>
            </w:rPr>
            <w:id w:val="1822233941"/>
            <w:placeholder>
              <w:docPart w:val="A1D7C4E93E5D41968C9784C962AACA55"/>
            </w:placeholder>
          </w:sdtPr>
          <w:sdtEndPr/>
          <w:sdtContent>
            <w:sdt>
              <w:sdtPr>
                <w:rPr>
                  <w:szCs w:val="20"/>
                  <w:lang w:val="en-US" w:eastAsia="en-IE"/>
                </w:rPr>
                <w:id w:val="-32810706"/>
                <w:placeholder>
                  <w:docPart w:val="1D3E6D5F1BF14C58B1591D802F97ED94"/>
                </w:placeholder>
              </w:sdtPr>
              <w:sdtEndPr/>
              <w:sdtContent>
                <w:p w14:paraId="40A4171A" w14:textId="77777777" w:rsidR="005A31FF" w:rsidRPr="00F56AEA" w:rsidRDefault="005A31FF" w:rsidP="005A31FF">
                  <w:pPr>
                    <w:pStyle w:val="NormalWeb"/>
                    <w:shd w:val="clear" w:color="auto" w:fill="FFFFFF"/>
                    <w:spacing w:before="0" w:beforeAutospacing="0" w:after="210" w:afterAutospacing="0"/>
                    <w:rPr>
                      <w:color w:val="333333"/>
                    </w:rPr>
                  </w:pPr>
                  <w:r w:rsidRPr="008775AC">
                    <w:rPr>
                      <w:color w:val="000000"/>
                    </w:rPr>
                    <w:t xml:space="preserve">We are </w:t>
                  </w:r>
                  <w:r w:rsidRPr="00F56AEA">
                    <w:rPr>
                      <w:color w:val="000000"/>
                    </w:rPr>
                    <w:t xml:space="preserve">the European Anti-Fraud Office (OLAF). </w:t>
                  </w:r>
                  <w:r>
                    <w:rPr>
                      <w:color w:val="000000"/>
                    </w:rPr>
                    <w:t xml:space="preserve">OLAF’s mission is to detect, investigate and stop fraud affecting EU funds. </w:t>
                  </w:r>
                </w:p>
                <w:p w14:paraId="721721B3" w14:textId="77777777" w:rsidR="005A31FF" w:rsidRPr="008775AC" w:rsidRDefault="005A31FF" w:rsidP="005A31FF">
                  <w:pPr>
                    <w:autoSpaceDE w:val="0"/>
                    <w:autoSpaceDN w:val="0"/>
                    <w:adjustRightInd w:val="0"/>
                    <w:rPr>
                      <w:color w:val="000000"/>
                    </w:rPr>
                  </w:pPr>
                  <w:r>
                    <w:rPr>
                      <w:color w:val="000000"/>
                    </w:rPr>
                    <w:t xml:space="preserve">Within OLAF, </w:t>
                  </w:r>
                  <w:r w:rsidRPr="008775AC">
                    <w:rPr>
                      <w:color w:val="000000"/>
                    </w:rPr>
                    <w:t xml:space="preserve">Unit A.3 carries out administrative investigations and operations into fraud, corruption and other serious irregularities against the financial interests of the European Union. Its competence covers mostly EU expenditure under the Common Agricultural </w:t>
                  </w:r>
                  <w:r w:rsidRPr="008775AC">
                    <w:rPr>
                      <w:color w:val="000000"/>
                    </w:rPr>
                    <w:lastRenderedPageBreak/>
                    <w:t>Policy</w:t>
                  </w:r>
                  <w:r>
                    <w:rPr>
                      <w:color w:val="000000"/>
                    </w:rPr>
                    <w:t>,</w:t>
                  </w:r>
                  <w:r w:rsidRPr="008775AC">
                    <w:rPr>
                      <w:color w:val="000000"/>
                    </w:rPr>
                    <w:t xml:space="preserve"> the European Structu</w:t>
                  </w:r>
                  <w:r>
                    <w:rPr>
                      <w:color w:val="000000"/>
                    </w:rPr>
                    <w:t>ral and Investment Funds and the Recovery and Resilience Facility</w:t>
                  </w:r>
                  <w:r w:rsidRPr="008775AC">
                    <w:rPr>
                      <w:color w:val="000000"/>
                    </w:rPr>
                    <w:t>. Unit A.3 also coordinates enquiries conducted by the competent services for the Member States. The unit contributes to the monitoring of its recommendations of a judicial and financial nature.</w:t>
                  </w:r>
                </w:p>
                <w:p w14:paraId="7C74C762" w14:textId="77777777" w:rsidR="005A31FF" w:rsidRPr="008775AC" w:rsidRDefault="005A31FF" w:rsidP="005A31FF">
                  <w:pPr>
                    <w:autoSpaceDE w:val="0"/>
                    <w:autoSpaceDN w:val="0"/>
                    <w:adjustRightInd w:val="0"/>
                    <w:rPr>
                      <w:color w:val="000000"/>
                    </w:rPr>
                  </w:pPr>
                  <w:r w:rsidRPr="008775AC">
                    <w:rPr>
                      <w:color w:val="000000"/>
                    </w:rPr>
                    <w:t xml:space="preserve">The work of investigators in OLAF is conducted with integrity and in full independence, respecting the fundamental rights and the procedural guarantees of the persons concerned. </w:t>
                  </w:r>
                  <w:r>
                    <w:rPr>
                      <w:color w:val="000000"/>
                    </w:rPr>
                    <w:t>OLAF acts</w:t>
                  </w:r>
                  <w:r w:rsidRPr="008775AC">
                    <w:rPr>
                      <w:color w:val="000000"/>
                    </w:rPr>
                    <w:t xml:space="preserve"> in an efficient and accountable manner, and aims to provide a quality service to the citizens thus contributing to the successful implementation of European policies. </w:t>
                  </w:r>
                </w:p>
                <w:p w14:paraId="79DAAB0B" w14:textId="77777777" w:rsidR="005A31FF" w:rsidRDefault="005A31FF" w:rsidP="005A31FF">
                  <w:pPr>
                    <w:autoSpaceDE w:val="0"/>
                    <w:autoSpaceDN w:val="0"/>
                    <w:adjustRightInd w:val="0"/>
                    <w:rPr>
                      <w:lang w:val="en-US"/>
                    </w:rPr>
                  </w:pPr>
                  <w:r>
                    <w:rPr>
                      <w:color w:val="000000"/>
                    </w:rPr>
                    <w:t>The unit has currently</w:t>
                  </w:r>
                  <w:r w:rsidRPr="008775AC">
                    <w:rPr>
                      <w:color w:val="000000"/>
                    </w:rPr>
                    <w:t xml:space="preserve"> staff of </w:t>
                  </w:r>
                  <w:r>
                    <w:rPr>
                      <w:color w:val="000000"/>
                    </w:rPr>
                    <w:t>19</w:t>
                  </w:r>
                  <w:r w:rsidRPr="008775AC">
                    <w:rPr>
                      <w:color w:val="000000"/>
                    </w:rPr>
                    <w:t xml:space="preserve"> people.</w:t>
                  </w:r>
                </w:p>
              </w:sdtContent>
            </w:sdt>
            <w:p w14:paraId="59DD0438" w14:textId="54E0B696" w:rsidR="00E21DBD" w:rsidRDefault="00B72E6C" w:rsidP="005A31FF">
              <w:pPr>
                <w:autoSpaceDE w:val="0"/>
                <w:autoSpaceDN w:val="0"/>
                <w:adjustRightInd w:val="0"/>
                <w:rPr>
                  <w:lang w:val="en-US" w:eastAsia="en-GB"/>
                </w:rPr>
              </w:pP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1124652047"/>
            <w:placeholder>
              <w:docPart w:val="4CF14FA9653E477485C6AF228D91D402"/>
            </w:placeholder>
          </w:sdtPr>
          <w:sdtEndPr/>
          <w:sdtContent>
            <w:sdt>
              <w:sdtPr>
                <w:rPr>
                  <w:lang w:val="en-US" w:eastAsia="en-GB"/>
                </w:rPr>
                <w:id w:val="-1622448627"/>
                <w:placeholder>
                  <w:docPart w:val="6596C779BE994097BEE2B1F6319B7F2A"/>
                </w:placeholder>
              </w:sdtPr>
              <w:sdtEndPr/>
              <w:sdtContent>
                <w:p w14:paraId="2ED62FC4" w14:textId="64CA23BF" w:rsidR="005A31FF" w:rsidRDefault="005A31FF" w:rsidP="005A31FF">
                  <w:pPr>
                    <w:autoSpaceDE w:val="0"/>
                    <w:autoSpaceDN w:val="0"/>
                    <w:adjustRightInd w:val="0"/>
                  </w:pPr>
                  <w:r w:rsidRPr="008775AC">
                    <w:t xml:space="preserve">We propose an interesting and challenging post of investigator. The successful candidate </w:t>
                  </w:r>
                  <w:r>
                    <w:t>will</w:t>
                  </w:r>
                  <w:r w:rsidRPr="008775AC">
                    <w:t xml:space="preserve"> carry out external investigations in</w:t>
                  </w:r>
                  <w:r>
                    <w:t>to matters falling under the competence of Unit A3</w:t>
                  </w:r>
                  <w:r w:rsidRPr="008775AC">
                    <w:t xml:space="preserve">, in relation to </w:t>
                  </w:r>
                  <w:r>
                    <w:t>funds spent mostly in Czech Republic, Slovakia, Sweden</w:t>
                  </w:r>
                  <w:r w:rsidR="00FE7574">
                    <w:t xml:space="preserve"> and</w:t>
                  </w:r>
                  <w:r>
                    <w:t xml:space="preserve"> Denmark but possibly also other </w:t>
                  </w:r>
                  <w:r w:rsidRPr="008775AC">
                    <w:t>Member States</w:t>
                  </w:r>
                  <w:r>
                    <w:t xml:space="preserve"> under the unit’s portfolio</w:t>
                  </w:r>
                  <w:r w:rsidRPr="008775AC">
                    <w:t xml:space="preserve">. This will necessitate </w:t>
                  </w:r>
                  <w:r>
                    <w:t xml:space="preserve">preparing the investigative work plan of the case, continuously adapting it depending on priorities, </w:t>
                  </w:r>
                  <w:r w:rsidRPr="008775AC">
                    <w:t xml:space="preserve">conducting operational activities in accordance with Regulation 883/2013 (including on-the-spot </w:t>
                  </w:r>
                  <w:r>
                    <w:t xml:space="preserve">checks and interviews </w:t>
                  </w:r>
                  <w:r w:rsidRPr="008775AC">
                    <w:t xml:space="preserve">at the premises of economic operators etc.) and drafting official documents in different languages, including </w:t>
                  </w:r>
                  <w:r>
                    <w:t>English and Czech, Slovak, Swedish or Danish</w:t>
                  </w:r>
                  <w:r w:rsidRPr="008775AC">
                    <w:t>.</w:t>
                  </w:r>
                </w:p>
                <w:p w14:paraId="69F34778" w14:textId="77777777" w:rsidR="005A31FF" w:rsidRDefault="005A31FF" w:rsidP="005A31FF">
                  <w:pPr>
                    <w:autoSpaceDE w:val="0"/>
                    <w:autoSpaceDN w:val="0"/>
                    <w:adjustRightInd w:val="0"/>
                  </w:pPr>
                  <w:r w:rsidRPr="008775AC">
                    <w:t xml:space="preserve">In most cases, the investigations are carried out jointly by a lead investigator and an associated investigator. The investigations are supervised by the Head of Unit and closely monitored by the </w:t>
                  </w:r>
                  <w:r>
                    <w:t xml:space="preserve">responsible </w:t>
                  </w:r>
                  <w:r w:rsidRPr="008775AC">
                    <w:t>Head of Sector.</w:t>
                  </w:r>
                </w:p>
                <w:p w14:paraId="3509BB8F" w14:textId="39CA3C84" w:rsidR="005A31FF" w:rsidRDefault="005A31FF" w:rsidP="005A31FF">
                  <w:pPr>
                    <w:autoSpaceDE w:val="0"/>
                    <w:autoSpaceDN w:val="0"/>
                    <w:adjustRightInd w:val="0"/>
                  </w:pPr>
                  <w:r w:rsidRPr="008775AC">
                    <w:t>The successful candidate will be required to ensure good cooperation within OLAF and with all the parties concerned, especially other Commission Services</w:t>
                  </w:r>
                  <w:r>
                    <w:t xml:space="preserve"> and</w:t>
                  </w:r>
                  <w:r w:rsidRPr="008775AC">
                    <w:t xml:space="preserve"> the competent services of Member States. </w:t>
                  </w:r>
                  <w:r w:rsidRPr="00AF0F60">
                    <w:rPr>
                      <w:lang w:val="en-US" w:eastAsia="en-GB"/>
                    </w:rPr>
                    <w:t xml:space="preserve">He/she will maintain and further develop contacts with the </w:t>
                  </w:r>
                  <w:r>
                    <w:t>Czech, Slovak, Swedish or Danish</w:t>
                  </w:r>
                  <w:r w:rsidRPr="00AF0F60" w:rsidDel="005A31FF">
                    <w:rPr>
                      <w:lang w:val="en-US" w:eastAsia="en-GB"/>
                    </w:rPr>
                    <w:t xml:space="preserve"> </w:t>
                  </w:r>
                  <w:r w:rsidRPr="00AF0F60">
                    <w:rPr>
                      <w:lang w:val="en-US" w:eastAsia="en-GB"/>
                    </w:rPr>
                    <w:t>national administrative, police and judicial authorities in relation to cases dealt with by the unit</w:t>
                  </w:r>
                  <w:r>
                    <w:rPr>
                      <w:lang w:val="en-US" w:eastAsia="en-GB"/>
                    </w:rPr>
                    <w:t>.</w:t>
                  </w:r>
                </w:p>
                <w:p w14:paraId="516D252E" w14:textId="1E805D89" w:rsidR="005A31FF" w:rsidRDefault="005A31FF" w:rsidP="005A31FF">
                  <w:pPr>
                    <w:autoSpaceDE w:val="0"/>
                    <w:autoSpaceDN w:val="0"/>
                    <w:adjustRightInd w:val="0"/>
                  </w:pPr>
                  <w:r w:rsidRPr="008775AC">
                    <w:t xml:space="preserve">The successful candidate can be required to assist other investigators in the Unit in cases where knowledge of </w:t>
                  </w:r>
                  <w:r>
                    <w:t>Czech, Slovak, Swedish or Danish</w:t>
                  </w:r>
                  <w:r w:rsidRPr="008775AC" w:rsidDel="005A31FF">
                    <w:t xml:space="preserve"> </w:t>
                  </w:r>
                  <w:r w:rsidRPr="008775AC">
                    <w:t xml:space="preserve">language is needed. He/she may also be requested to give linguistic assistance to other units </w:t>
                  </w:r>
                  <w:r>
                    <w:t>in OLAF</w:t>
                  </w:r>
                  <w:r w:rsidRPr="008775AC">
                    <w:t>.</w:t>
                  </w:r>
                </w:p>
                <w:p w14:paraId="63383372" w14:textId="77777777" w:rsidR="005A31FF" w:rsidRDefault="005A31FF" w:rsidP="005A31FF">
                  <w:pPr>
                    <w:autoSpaceDE w:val="0"/>
                    <w:autoSpaceDN w:val="0"/>
                    <w:adjustRightInd w:val="0"/>
                  </w:pPr>
                  <w:r>
                    <w:t>Unit A.3 is a dynamic unit with a good mix of experienced and junior investigators which favours teamwork and exchange of experiences also beyond the unit.</w:t>
                  </w:r>
                </w:p>
                <w:p w14:paraId="46EE3E07" w14:textId="12D2DAD6" w:rsidR="00E21DBD" w:rsidRPr="00AF7D78" w:rsidRDefault="005A31FF" w:rsidP="005A31FF">
                  <w:pPr>
                    <w:rPr>
                      <w:lang w:val="en-US"/>
                    </w:rPr>
                  </w:pPr>
                  <w:r w:rsidRPr="008775AC">
                    <w:t xml:space="preserve">OLAF proposes a </w:t>
                  </w:r>
                  <w:r>
                    <w:t xml:space="preserve">tailor-made </w:t>
                  </w:r>
                  <w:r w:rsidRPr="008775AC">
                    <w:t>training program</w:t>
                  </w:r>
                  <w:r>
                    <w:t>me</w:t>
                  </w:r>
                  <w:r w:rsidRPr="008775AC">
                    <w:t xml:space="preserve"> for newly appointed investigators.</w:t>
                  </w:r>
                </w:p>
              </w:sdtContent>
            </w:sdt>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868449308"/>
            <w:placeholder>
              <w:docPart w:val="9FD6838E54044659A34974C6F18E5730"/>
            </w:placeholder>
          </w:sdtPr>
          <w:sdtEndPr/>
          <w:sdtContent>
            <w:p w14:paraId="06E20AEC" w14:textId="77777777" w:rsidR="005A31FF" w:rsidRDefault="005A31FF" w:rsidP="005A31FF">
              <w:pPr>
                <w:autoSpaceDE w:val="0"/>
                <w:autoSpaceDN w:val="0"/>
                <w:adjustRightInd w:val="0"/>
                <w:rPr>
                  <w:lang w:val="en-US" w:eastAsia="en-GB"/>
                </w:rPr>
              </w:pPr>
              <w:r w:rsidRPr="00AF0F60">
                <w:rPr>
                  <w:lang w:val="en-US" w:eastAsia="en-GB"/>
                </w:rPr>
                <w:t xml:space="preserve">OLAF Unit A.3 is seeking to recruit a Seconded National Expert to reinforce its capacity to investigate allegations of fraud against the EU Budget and to liaise with national authorities. Candidates must be staff members of national administrative, police, public </w:t>
              </w:r>
              <w:r w:rsidRPr="00AF0F60">
                <w:rPr>
                  <w:lang w:val="en-US" w:eastAsia="en-GB"/>
                </w:rPr>
                <w:lastRenderedPageBreak/>
                <w:t xml:space="preserve">prosecution authorities or public authorities with administrative and/or criminal investigative powers with at least six (6) years' experience. </w:t>
              </w:r>
            </w:p>
            <w:p w14:paraId="28C9C1E6" w14:textId="77777777" w:rsidR="005A31FF" w:rsidRPr="00761887" w:rsidRDefault="005A31FF" w:rsidP="005A31FF">
              <w:pPr>
                <w:autoSpaceDE w:val="0"/>
                <w:autoSpaceDN w:val="0"/>
                <w:adjustRightInd w:val="0"/>
              </w:pPr>
              <w:r w:rsidRPr="008775AC">
                <w:t xml:space="preserve">The successful candidate should be highly motivated, capable of </w:t>
              </w:r>
              <w:r>
                <w:t xml:space="preserve">analysing and </w:t>
              </w:r>
              <w:r w:rsidRPr="008775AC">
                <w:t xml:space="preserve">monitoring complex issues; he/she should be flexible, able to adapt quickly and respond to new </w:t>
              </w:r>
              <w:r>
                <w:t xml:space="preserve">case </w:t>
              </w:r>
              <w:r w:rsidRPr="008775AC">
                <w:t>developments and changing priorities.</w:t>
              </w:r>
            </w:p>
            <w:p w14:paraId="5F2056F1" w14:textId="77777777" w:rsidR="005A31FF" w:rsidRPr="008775AC" w:rsidRDefault="005A31FF" w:rsidP="005A31FF">
              <w:pPr>
                <w:autoSpaceDE w:val="0"/>
                <w:autoSpaceDN w:val="0"/>
                <w:adjustRightInd w:val="0"/>
              </w:pPr>
              <w:r w:rsidRPr="008775AC">
                <w:t>The ideal candidate should have:</w:t>
              </w:r>
            </w:p>
            <w:p w14:paraId="76B432D7" w14:textId="3D91127B" w:rsidR="005A31FF" w:rsidRPr="008775AC" w:rsidRDefault="005A31FF" w:rsidP="005A31FF">
              <w:pPr>
                <w:autoSpaceDE w:val="0"/>
                <w:autoSpaceDN w:val="0"/>
                <w:adjustRightInd w:val="0"/>
              </w:pPr>
              <w:r w:rsidRPr="008775AC">
                <w:t xml:space="preserve">- excellent knowledge of </w:t>
              </w:r>
              <w:r>
                <w:t>Czech or Slovak or Swedish or Danish</w:t>
              </w:r>
              <w:r w:rsidDel="005A31FF">
                <w:t xml:space="preserve"> </w:t>
              </w:r>
              <w:r w:rsidRPr="008775AC">
                <w:t>language (oral and written);</w:t>
              </w:r>
            </w:p>
            <w:p w14:paraId="7A0F5365" w14:textId="77777777" w:rsidR="005A31FF" w:rsidRDefault="005A31FF" w:rsidP="005A31FF">
              <w:pPr>
                <w:autoSpaceDE w:val="0"/>
                <w:autoSpaceDN w:val="0"/>
                <w:adjustRightInd w:val="0"/>
              </w:pPr>
              <w:r w:rsidRPr="008775AC">
                <w:t>- very good knowledge of English (oral and written);</w:t>
              </w:r>
            </w:p>
            <w:p w14:paraId="38FF3C1C" w14:textId="77777777" w:rsidR="005A31FF" w:rsidRPr="008775AC" w:rsidRDefault="005A31FF" w:rsidP="005A31FF">
              <w:pPr>
                <w:autoSpaceDE w:val="0"/>
                <w:autoSpaceDN w:val="0"/>
                <w:adjustRightInd w:val="0"/>
              </w:pPr>
              <w:r>
                <w:t>- good knowledge of the European anti-fraud framework as well as of the EU Common Agricultural Policy and/or the European Structural and Investment Funds;</w:t>
              </w:r>
            </w:p>
            <w:p w14:paraId="32B1BFBC" w14:textId="77777777" w:rsidR="005A31FF" w:rsidRPr="008775AC" w:rsidRDefault="005A31FF" w:rsidP="005A31FF">
              <w:pPr>
                <w:autoSpaceDE w:val="0"/>
                <w:autoSpaceDN w:val="0"/>
                <w:adjustRightInd w:val="0"/>
              </w:pPr>
              <w:r w:rsidRPr="008775AC">
                <w:t xml:space="preserve">- </w:t>
              </w:r>
              <w:r>
                <w:t xml:space="preserve">very </w:t>
              </w:r>
              <w:r w:rsidRPr="008775AC">
                <w:t>good analytical skills;</w:t>
              </w:r>
            </w:p>
            <w:p w14:paraId="681566A9" w14:textId="77777777" w:rsidR="005A31FF" w:rsidRPr="008775AC" w:rsidRDefault="005A31FF" w:rsidP="005A31FF">
              <w:pPr>
                <w:autoSpaceDE w:val="0"/>
                <w:autoSpaceDN w:val="0"/>
                <w:adjustRightInd w:val="0"/>
              </w:pPr>
              <w:r w:rsidRPr="008775AC">
                <w:t>- good communication skills;</w:t>
              </w:r>
            </w:p>
            <w:p w14:paraId="181059A8" w14:textId="77777777" w:rsidR="005A31FF" w:rsidRPr="008775AC" w:rsidRDefault="005A31FF" w:rsidP="005A31FF">
              <w:pPr>
                <w:autoSpaceDE w:val="0"/>
                <w:autoSpaceDN w:val="0"/>
                <w:adjustRightInd w:val="0"/>
              </w:pPr>
              <w:r w:rsidRPr="008775AC">
                <w:t xml:space="preserve">- solid team spirit, an open mind and the ability to maintain close and </w:t>
              </w:r>
              <w:r>
                <w:t>smooth</w:t>
              </w:r>
              <w:r w:rsidRPr="008775AC">
                <w:t xml:space="preserve"> relations with a wide range of correspondents;</w:t>
              </w:r>
            </w:p>
            <w:p w14:paraId="464C49F6" w14:textId="77777777" w:rsidR="005A31FF" w:rsidRPr="008775AC" w:rsidRDefault="005A31FF" w:rsidP="005A31FF">
              <w:pPr>
                <w:autoSpaceDE w:val="0"/>
                <w:autoSpaceDN w:val="0"/>
                <w:adjustRightInd w:val="0"/>
              </w:pPr>
              <w:r w:rsidRPr="008775AC">
                <w:t>- computer literacy</w:t>
              </w:r>
              <w:r>
                <w:t>.</w:t>
              </w:r>
            </w:p>
            <w:p w14:paraId="77BE4A97" w14:textId="77777777" w:rsidR="005A31FF" w:rsidRPr="008775AC" w:rsidRDefault="005A31FF" w:rsidP="005A31FF">
              <w:pPr>
                <w:autoSpaceDE w:val="0"/>
                <w:autoSpaceDN w:val="0"/>
                <w:adjustRightInd w:val="0"/>
              </w:pPr>
              <w:r w:rsidRPr="008775AC">
                <w:t>Assets would be:</w:t>
              </w:r>
            </w:p>
            <w:p w14:paraId="5A407618" w14:textId="77777777" w:rsidR="005A31FF" w:rsidRPr="008775AC" w:rsidRDefault="005A31FF" w:rsidP="005A31FF">
              <w:pPr>
                <w:autoSpaceDE w:val="0"/>
                <w:autoSpaceDN w:val="0"/>
                <w:adjustRightInd w:val="0"/>
              </w:pPr>
              <w:r w:rsidRPr="008775AC">
                <w:t>- proven experience in the conduct of administrative and/or judicial investigations (criminal or administrative) or in the conduct of audits (at national or EU level) with an emphasis on the identification of irregularities/fraud;</w:t>
              </w:r>
            </w:p>
            <w:p w14:paraId="75FF5EA4" w14:textId="77777777" w:rsidR="005A31FF" w:rsidRDefault="005A31FF" w:rsidP="005A31FF">
              <w:pPr>
                <w:autoSpaceDE w:val="0"/>
                <w:autoSpaceDN w:val="0"/>
                <w:adjustRightInd w:val="0"/>
                <w:rPr>
                  <w:lang w:val="en-US" w:eastAsia="en-GB"/>
                </w:rPr>
              </w:pPr>
              <w:r w:rsidRPr="008775AC">
                <w:t>- proven experience in one of the following domains: protection of the EU’s financial interests and OLAF’s role in this regard and/or the EU Common Agricultural Policy and/or the European Structural and Investment Funds</w:t>
              </w:r>
              <w:r>
                <w:t xml:space="preserve"> an/or Recovery and Rersilience Facility.</w:t>
              </w:r>
            </w:p>
          </w:sdtContent>
        </w:sdt>
        <w:p w14:paraId="51994EDB" w14:textId="60DEB74E" w:rsidR="002E40A9" w:rsidRPr="00AF7D78" w:rsidRDefault="00B72E6C"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381D4843" w:rsidR="00F6462F" w:rsidRDefault="00F4683D">
    <w:pPr>
      <w:pStyle w:val="FooterLine"/>
      <w:jc w:val="center"/>
    </w:pPr>
    <w:r>
      <w:fldChar w:fldCharType="begin"/>
    </w:r>
    <w:r>
      <w:instrText>PAGE   \* MERGEFORMAT</w:instrText>
    </w:r>
    <w:r>
      <w:fldChar w:fldCharType="separate"/>
    </w:r>
    <w:r w:rsidR="00B90571">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911454900">
    <w:abstractNumId w:val="1"/>
  </w:num>
  <w:num w:numId="2" w16cid:durableId="1055932778">
    <w:abstractNumId w:val="14"/>
  </w:num>
  <w:num w:numId="3" w16cid:durableId="427972610">
    <w:abstractNumId w:val="9"/>
  </w:num>
  <w:num w:numId="4" w16cid:durableId="1317417375">
    <w:abstractNumId w:val="15"/>
  </w:num>
  <w:num w:numId="5" w16cid:durableId="890923098">
    <w:abstractNumId w:val="20"/>
  </w:num>
  <w:num w:numId="6" w16cid:durableId="210534045">
    <w:abstractNumId w:val="22"/>
  </w:num>
  <w:num w:numId="7" w16cid:durableId="1335108452">
    <w:abstractNumId w:val="2"/>
  </w:num>
  <w:num w:numId="8" w16cid:durableId="1197936260">
    <w:abstractNumId w:val="8"/>
  </w:num>
  <w:num w:numId="9" w16cid:durableId="244339169">
    <w:abstractNumId w:val="17"/>
  </w:num>
  <w:num w:numId="10" w16cid:durableId="839272537">
    <w:abstractNumId w:val="3"/>
  </w:num>
  <w:num w:numId="11" w16cid:durableId="830870381">
    <w:abstractNumId w:val="5"/>
  </w:num>
  <w:num w:numId="12" w16cid:durableId="460881223">
    <w:abstractNumId w:val="6"/>
  </w:num>
  <w:num w:numId="13" w16cid:durableId="1621111188">
    <w:abstractNumId w:val="10"/>
  </w:num>
  <w:num w:numId="14" w16cid:durableId="238753768">
    <w:abstractNumId w:val="16"/>
  </w:num>
  <w:num w:numId="15" w16cid:durableId="1404446586">
    <w:abstractNumId w:val="19"/>
  </w:num>
  <w:num w:numId="16" w16cid:durableId="1577861747">
    <w:abstractNumId w:val="23"/>
  </w:num>
  <w:num w:numId="17" w16cid:durableId="25301751">
    <w:abstractNumId w:val="11"/>
  </w:num>
  <w:num w:numId="18" w16cid:durableId="1754742009">
    <w:abstractNumId w:val="12"/>
  </w:num>
  <w:num w:numId="19" w16cid:durableId="1649287383">
    <w:abstractNumId w:val="24"/>
  </w:num>
  <w:num w:numId="20" w16cid:durableId="1428961476">
    <w:abstractNumId w:val="18"/>
  </w:num>
  <w:num w:numId="21" w16cid:durableId="800342809">
    <w:abstractNumId w:val="21"/>
  </w:num>
  <w:num w:numId="22" w16cid:durableId="334844713">
    <w:abstractNumId w:val="4"/>
  </w:num>
  <w:num w:numId="23" w16cid:durableId="2011253943">
    <w:abstractNumId w:val="7"/>
  </w:num>
  <w:num w:numId="24" w16cid:durableId="420178619">
    <w:abstractNumId w:val="13"/>
  </w:num>
  <w:num w:numId="25" w16cid:durableId="789587880">
    <w:abstractNumId w:val="3"/>
  </w:num>
  <w:num w:numId="26" w16cid:durableId="810904786">
    <w:abstractNumId w:val="3"/>
  </w:num>
  <w:num w:numId="27" w16cid:durableId="1002659785">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2126382609">
    <w:abstractNumId w:val="3"/>
  </w:num>
  <w:num w:numId="29" w16cid:durableId="884409220">
    <w:abstractNumId w:val="3"/>
  </w:num>
  <w:num w:numId="30" w16cid:durableId="510067410">
    <w:abstractNumId w:val="3"/>
  </w:num>
  <w:num w:numId="31" w16cid:durableId="831678740">
    <w:abstractNumId w:val="3"/>
  </w:num>
  <w:num w:numId="32" w16cid:durableId="334771936">
    <w:abstractNumId w:val="3"/>
  </w:num>
  <w:num w:numId="33" w16cid:durableId="16862439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032FF"/>
    <w:rsid w:val="002109E6"/>
    <w:rsid w:val="00252050"/>
    <w:rsid w:val="002B3CBF"/>
    <w:rsid w:val="002C13C3"/>
    <w:rsid w:val="002C49D0"/>
    <w:rsid w:val="002E40A9"/>
    <w:rsid w:val="00334497"/>
    <w:rsid w:val="00394447"/>
    <w:rsid w:val="003E50A4"/>
    <w:rsid w:val="0040388A"/>
    <w:rsid w:val="00431778"/>
    <w:rsid w:val="00454CC7"/>
    <w:rsid w:val="00464195"/>
    <w:rsid w:val="00476034"/>
    <w:rsid w:val="004B6C4B"/>
    <w:rsid w:val="004C381E"/>
    <w:rsid w:val="005168AD"/>
    <w:rsid w:val="00536F48"/>
    <w:rsid w:val="0058240F"/>
    <w:rsid w:val="00592CD5"/>
    <w:rsid w:val="005A31FF"/>
    <w:rsid w:val="005D1B85"/>
    <w:rsid w:val="00665583"/>
    <w:rsid w:val="00693BC6"/>
    <w:rsid w:val="00696070"/>
    <w:rsid w:val="007E531E"/>
    <w:rsid w:val="007F02AC"/>
    <w:rsid w:val="007F7012"/>
    <w:rsid w:val="008D02B7"/>
    <w:rsid w:val="008F0B52"/>
    <w:rsid w:val="008F4BA9"/>
    <w:rsid w:val="00991E8B"/>
    <w:rsid w:val="00994062"/>
    <w:rsid w:val="00996CC6"/>
    <w:rsid w:val="009A1EA0"/>
    <w:rsid w:val="009A2F00"/>
    <w:rsid w:val="009C5E27"/>
    <w:rsid w:val="00A033AD"/>
    <w:rsid w:val="00AB2CEA"/>
    <w:rsid w:val="00AF6424"/>
    <w:rsid w:val="00B24CC5"/>
    <w:rsid w:val="00B3644B"/>
    <w:rsid w:val="00B65513"/>
    <w:rsid w:val="00B72E6C"/>
    <w:rsid w:val="00B73F08"/>
    <w:rsid w:val="00B8014C"/>
    <w:rsid w:val="00B90571"/>
    <w:rsid w:val="00BB61B0"/>
    <w:rsid w:val="00C06724"/>
    <w:rsid w:val="00C3254D"/>
    <w:rsid w:val="00C504C7"/>
    <w:rsid w:val="00C75BA4"/>
    <w:rsid w:val="00CB5B61"/>
    <w:rsid w:val="00CC15C6"/>
    <w:rsid w:val="00CD2C5A"/>
    <w:rsid w:val="00D0015C"/>
    <w:rsid w:val="00D03CF4"/>
    <w:rsid w:val="00D7090C"/>
    <w:rsid w:val="00D84D53"/>
    <w:rsid w:val="00D96984"/>
    <w:rsid w:val="00DD41ED"/>
    <w:rsid w:val="00DE7668"/>
    <w:rsid w:val="00DF1E49"/>
    <w:rsid w:val="00E21DBD"/>
    <w:rsid w:val="00E342CB"/>
    <w:rsid w:val="00E41704"/>
    <w:rsid w:val="00E44D7F"/>
    <w:rsid w:val="00E82667"/>
    <w:rsid w:val="00E84FE8"/>
    <w:rsid w:val="00EB3147"/>
    <w:rsid w:val="00EF0A0E"/>
    <w:rsid w:val="00F4683D"/>
    <w:rsid w:val="00F6462F"/>
    <w:rsid w:val="00F91B73"/>
    <w:rsid w:val="00F93413"/>
    <w:rsid w:val="00FD740F"/>
    <w:rsid w:val="00FE75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uiPriority w:val="99"/>
    <w:unhideWhenUsed/>
    <w:locked/>
    <w:rsid w:val="005A31FF"/>
    <w:pPr>
      <w:spacing w:before="100" w:beforeAutospacing="1" w:after="100" w:afterAutospacing="1"/>
      <w:jc w:val="left"/>
    </w:pPr>
    <w:rPr>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01FE2A815F084106A588A92A2E57411D"/>
        <w:category>
          <w:name w:val="General"/>
          <w:gallery w:val="placeholder"/>
        </w:category>
        <w:types>
          <w:type w:val="bbPlcHdr"/>
        </w:types>
        <w:behaviors>
          <w:behavior w:val="content"/>
        </w:behaviors>
        <w:guid w:val="{9AA11F55-897D-4ECB-9E90-0E81547CEEBA}"/>
      </w:docPartPr>
      <w:docPartBody>
        <w:p w:rsidR="00FB19B3" w:rsidRDefault="00FB19B3" w:rsidP="00FB19B3">
          <w:pPr>
            <w:pStyle w:val="01FE2A815F084106A588A92A2E57411D"/>
          </w:pPr>
          <w:r w:rsidRPr="00BD2312">
            <w:rPr>
              <w:rStyle w:val="PlaceholderText"/>
            </w:rPr>
            <w:t>Click or tap here to enter text.</w:t>
          </w:r>
        </w:p>
      </w:docPartBody>
    </w:docPart>
    <w:docPart>
      <w:docPartPr>
        <w:name w:val="9FD6838E54044659A34974C6F18E5730"/>
        <w:category>
          <w:name w:val="General"/>
          <w:gallery w:val="placeholder"/>
        </w:category>
        <w:types>
          <w:type w:val="bbPlcHdr"/>
        </w:types>
        <w:behaviors>
          <w:behavior w:val="content"/>
        </w:behaviors>
        <w:guid w:val="{B6CA9341-B1BE-4DDB-99BE-58532F504E6D}"/>
      </w:docPartPr>
      <w:docPartBody>
        <w:p w:rsidR="00FB19B3" w:rsidRDefault="00FB19B3" w:rsidP="00FB19B3">
          <w:pPr>
            <w:pStyle w:val="9FD6838E54044659A34974C6F18E5730"/>
          </w:pPr>
          <w:r w:rsidRPr="00BD2312">
            <w:rPr>
              <w:rStyle w:val="PlaceholderText"/>
            </w:rPr>
            <w:t>Click or tap here to enter text.</w:t>
          </w:r>
        </w:p>
      </w:docPartBody>
    </w:docPart>
    <w:docPart>
      <w:docPartPr>
        <w:name w:val="EEEDFCE36EA04AABA62D39618238F9F4"/>
        <w:category>
          <w:name w:val="General"/>
          <w:gallery w:val="placeholder"/>
        </w:category>
        <w:types>
          <w:type w:val="bbPlcHdr"/>
        </w:types>
        <w:behaviors>
          <w:behavior w:val="content"/>
        </w:behaviors>
        <w:guid w:val="{7793BE08-6407-492E-A01E-5D40E93D8E74}"/>
      </w:docPartPr>
      <w:docPartBody>
        <w:p w:rsidR="00FB19B3" w:rsidRDefault="00FB19B3" w:rsidP="00FB19B3">
          <w:pPr>
            <w:pStyle w:val="EEEDFCE36EA04AABA62D39618238F9F4"/>
          </w:pPr>
          <w:r w:rsidRPr="0007110E">
            <w:rPr>
              <w:rStyle w:val="PlaceholderText"/>
              <w:bCs/>
            </w:rPr>
            <w:t>Click or tap here to enter text.</w:t>
          </w:r>
        </w:p>
      </w:docPartBody>
    </w:docPart>
    <w:docPart>
      <w:docPartPr>
        <w:name w:val="CB1DE79E3488433399B2B624C395CDDC"/>
        <w:category>
          <w:name w:val="General"/>
          <w:gallery w:val="placeholder"/>
        </w:category>
        <w:types>
          <w:type w:val="bbPlcHdr"/>
        </w:types>
        <w:behaviors>
          <w:behavior w:val="content"/>
        </w:behaviors>
        <w:guid w:val="{B81D1BCB-2BB0-43EA-8609-F3D20263D8C4}"/>
      </w:docPartPr>
      <w:docPartBody>
        <w:p w:rsidR="00FB19B3" w:rsidRDefault="00FB19B3" w:rsidP="00FB19B3">
          <w:pPr>
            <w:pStyle w:val="CB1DE79E3488433399B2B624C395CDDC"/>
          </w:pPr>
          <w:r w:rsidRPr="0007110E">
            <w:rPr>
              <w:rStyle w:val="PlaceholderText"/>
              <w:bCs/>
            </w:rPr>
            <w:t>Click or tap here to enter text.</w:t>
          </w:r>
        </w:p>
      </w:docPartBody>
    </w:docPart>
    <w:docPart>
      <w:docPartPr>
        <w:name w:val="4CF14FA9653E477485C6AF228D91D402"/>
        <w:category>
          <w:name w:val="General"/>
          <w:gallery w:val="placeholder"/>
        </w:category>
        <w:types>
          <w:type w:val="bbPlcHdr"/>
        </w:types>
        <w:behaviors>
          <w:behavior w:val="content"/>
        </w:behaviors>
        <w:guid w:val="{0A1A7E91-7F67-4C44-B898-CCCF599B34BB}"/>
      </w:docPartPr>
      <w:docPartBody>
        <w:p w:rsidR="00FB19B3" w:rsidRDefault="00FB19B3" w:rsidP="00FB19B3">
          <w:pPr>
            <w:pStyle w:val="4CF14FA9653E477485C6AF228D91D402"/>
          </w:pPr>
          <w:r w:rsidRPr="00BD2312">
            <w:rPr>
              <w:rStyle w:val="PlaceholderText"/>
            </w:rPr>
            <w:t>Click or tap here to enter text.</w:t>
          </w:r>
        </w:p>
      </w:docPartBody>
    </w:docPart>
    <w:docPart>
      <w:docPartPr>
        <w:name w:val="6596C779BE994097BEE2B1F6319B7F2A"/>
        <w:category>
          <w:name w:val="General"/>
          <w:gallery w:val="placeholder"/>
        </w:category>
        <w:types>
          <w:type w:val="bbPlcHdr"/>
        </w:types>
        <w:behaviors>
          <w:behavior w:val="content"/>
        </w:behaviors>
        <w:guid w:val="{9B17F59C-0F78-4901-88D9-42009933408B}"/>
      </w:docPartPr>
      <w:docPartBody>
        <w:p w:rsidR="00FB19B3" w:rsidRDefault="00FB19B3" w:rsidP="00FB19B3">
          <w:pPr>
            <w:pStyle w:val="6596C779BE994097BEE2B1F6319B7F2A"/>
          </w:pPr>
          <w:r w:rsidRPr="00BD2312">
            <w:rPr>
              <w:rStyle w:val="PlaceholderText"/>
            </w:rPr>
            <w:t>Click or tap here to enter text.</w:t>
          </w:r>
        </w:p>
      </w:docPartBody>
    </w:docPart>
    <w:docPart>
      <w:docPartPr>
        <w:name w:val="1D3E6D5F1BF14C58B1591D802F97ED94"/>
        <w:category>
          <w:name w:val="General"/>
          <w:gallery w:val="placeholder"/>
        </w:category>
        <w:types>
          <w:type w:val="bbPlcHdr"/>
        </w:types>
        <w:behaviors>
          <w:behavior w:val="content"/>
        </w:behaviors>
        <w:guid w:val="{03AB9854-B5C8-4E20-8417-2F710F375BBD}"/>
      </w:docPartPr>
      <w:docPartBody>
        <w:p w:rsidR="00FB19B3" w:rsidRDefault="00FB19B3" w:rsidP="00FB19B3">
          <w:pPr>
            <w:pStyle w:val="1D3E6D5F1BF14C58B1591D802F97ED9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75367063">
    <w:abstractNumId w:val="0"/>
  </w:num>
  <w:num w:numId="2" w16cid:durableId="132003433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334497"/>
    <w:rsid w:val="00416B25"/>
    <w:rsid w:val="006212B2"/>
    <w:rsid w:val="006F0611"/>
    <w:rsid w:val="007F7378"/>
    <w:rsid w:val="00893390"/>
    <w:rsid w:val="00894A0C"/>
    <w:rsid w:val="009A12CB"/>
    <w:rsid w:val="00CA527C"/>
    <w:rsid w:val="00D374C1"/>
    <w:rsid w:val="00DE7668"/>
    <w:rsid w:val="00ED10DB"/>
    <w:rsid w:val="00EF0A0E"/>
    <w:rsid w:val="00FB19B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B19B3"/>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01FE2A815F084106A588A92A2E57411D">
    <w:name w:val="01FE2A815F084106A588A92A2E57411D"/>
    <w:rsid w:val="00FB19B3"/>
    <w:pPr>
      <w:spacing w:line="278" w:lineRule="auto"/>
    </w:pPr>
    <w:rPr>
      <w:kern w:val="2"/>
      <w:sz w:val="24"/>
      <w:szCs w:val="24"/>
      <w:lang w:val="en-GB" w:eastAsia="en-GB"/>
      <w14:ligatures w14:val="standardContextual"/>
    </w:rPr>
  </w:style>
  <w:style w:type="paragraph" w:customStyle="1" w:styleId="9FD6838E54044659A34974C6F18E5730">
    <w:name w:val="9FD6838E54044659A34974C6F18E5730"/>
    <w:rsid w:val="00FB19B3"/>
    <w:pPr>
      <w:spacing w:line="278" w:lineRule="auto"/>
    </w:pPr>
    <w:rPr>
      <w:kern w:val="2"/>
      <w:sz w:val="24"/>
      <w:szCs w:val="24"/>
      <w:lang w:val="en-GB" w:eastAsia="en-GB"/>
      <w14:ligatures w14:val="standardContextual"/>
    </w:rPr>
  </w:style>
  <w:style w:type="paragraph" w:customStyle="1" w:styleId="EEEDFCE36EA04AABA62D39618238F9F4">
    <w:name w:val="EEEDFCE36EA04AABA62D39618238F9F4"/>
    <w:rsid w:val="00FB19B3"/>
    <w:pPr>
      <w:spacing w:line="278" w:lineRule="auto"/>
    </w:pPr>
    <w:rPr>
      <w:kern w:val="2"/>
      <w:sz w:val="24"/>
      <w:szCs w:val="24"/>
      <w:lang w:val="en-GB" w:eastAsia="en-GB"/>
      <w14:ligatures w14:val="standardContextual"/>
    </w:rPr>
  </w:style>
  <w:style w:type="paragraph" w:customStyle="1" w:styleId="CB1DE79E3488433399B2B624C395CDDC">
    <w:name w:val="CB1DE79E3488433399B2B624C395CDDC"/>
    <w:rsid w:val="00FB19B3"/>
    <w:pPr>
      <w:spacing w:line="278" w:lineRule="auto"/>
    </w:pPr>
    <w:rPr>
      <w:kern w:val="2"/>
      <w:sz w:val="24"/>
      <w:szCs w:val="24"/>
      <w:lang w:val="en-GB" w:eastAsia="en-GB"/>
      <w14:ligatures w14:val="standardContextual"/>
    </w:rPr>
  </w:style>
  <w:style w:type="paragraph" w:customStyle="1" w:styleId="4CF14FA9653E477485C6AF228D91D402">
    <w:name w:val="4CF14FA9653E477485C6AF228D91D402"/>
    <w:rsid w:val="00FB19B3"/>
    <w:pPr>
      <w:spacing w:line="278" w:lineRule="auto"/>
    </w:pPr>
    <w:rPr>
      <w:kern w:val="2"/>
      <w:sz w:val="24"/>
      <w:szCs w:val="24"/>
      <w:lang w:val="en-GB" w:eastAsia="en-GB"/>
      <w14:ligatures w14:val="standardContextual"/>
    </w:rPr>
  </w:style>
  <w:style w:type="paragraph" w:customStyle="1" w:styleId="6596C779BE994097BEE2B1F6319B7F2A">
    <w:name w:val="6596C779BE994097BEE2B1F6319B7F2A"/>
    <w:rsid w:val="00FB19B3"/>
    <w:pPr>
      <w:spacing w:line="278" w:lineRule="auto"/>
    </w:pPr>
    <w:rPr>
      <w:kern w:val="2"/>
      <w:sz w:val="24"/>
      <w:szCs w:val="24"/>
      <w:lang w:val="en-GB" w:eastAsia="en-GB"/>
      <w14:ligatures w14:val="standardContextual"/>
    </w:rPr>
  </w:style>
  <w:style w:type="paragraph" w:customStyle="1" w:styleId="1D3E6D5F1BF14C58B1591D802F97ED94">
    <w:name w:val="1D3E6D5F1BF14C58B1591D802F97ED94"/>
    <w:rsid w:val="00FB19B3"/>
    <w:pPr>
      <w:spacing w:line="278" w:lineRule="auto"/>
    </w:pPr>
    <w:rPr>
      <w:kern w:val="2"/>
      <w:sz w:val="24"/>
      <w:szCs w:val="24"/>
      <w:lang w:val="en-GB" w:eastAsia="en-GB"/>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acd8e8bd0adb2c80a648bbeea8aa1fd1">
  <xsd:schema xmlns:xsd="http://www.w3.org/2001/XMLSchema" xmlns:xs="http://www.w3.org/2001/XMLSchema" xmlns:p="http://schemas.microsoft.com/office/2006/metadata/properties" xmlns:ns2="30c666ed-fe46-43d6-bf30-6de2567680e6" targetNamespace="http://schemas.microsoft.com/office/2006/metadata/properties" ma:root="true" ma:fieldsID="7bdc30587b92d20dd49b6e2158f734d7"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AE35A-A4C1-488B-8A80-41955AE84979}">
  <ds:schemaRefs>
    <ds:schemaRef ds:uri="http://purl.org/dc/terms/"/>
    <ds:schemaRef ds:uri="http://purl.org/dc/dcmitype/"/>
    <ds:schemaRef ds:uri="http://schemas.openxmlformats.org/package/2006/metadata/core-properties"/>
    <ds:schemaRef ds:uri="http://schemas.microsoft.com/office/2006/metadata/properties"/>
    <ds:schemaRef ds:uri="http://purl.org/dc/elements/1.1/"/>
    <ds:schemaRef ds:uri="http://schemas.microsoft.com/office/2006/documentManagement/types"/>
    <ds:schemaRef ds:uri="30c666ed-fe46-43d6-bf30-6de2567680e6"/>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7FC8E744-0E36-47C2-ADD4-6C57125CABB5}"/>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011688E6-776C-4749-83C9-F0A2D5AED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16</TotalTime>
  <Pages>5</Pages>
  <Words>1376</Words>
  <Characters>7849</Characters>
  <Application>Microsoft Office Word</Application>
  <DocSecurity>0</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2023-04-05T10:36:00Z</cp:lastPrinted>
  <dcterms:created xsi:type="dcterms:W3CDTF">2024-10-18T09:02:00Z</dcterms:created>
  <dcterms:modified xsi:type="dcterms:W3CDTF">2025-10-07T13:49:00Z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