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3660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03236D" w:rsidR="00B65513" w:rsidRPr="0007110E" w:rsidRDefault="00A95699" w:rsidP="00E82667">
                <w:pPr>
                  <w:tabs>
                    <w:tab w:val="left" w:pos="426"/>
                  </w:tabs>
                  <w:spacing w:before="120"/>
                  <w:rPr>
                    <w:bCs/>
                    <w:lang w:val="en-IE" w:eastAsia="en-GB"/>
                  </w:rPr>
                </w:pPr>
                <w:r w:rsidRPr="001F5B35">
                  <w:rPr>
                    <w:bCs/>
                    <w:szCs w:val="24"/>
                    <w:lang w:eastAsia="en-GB"/>
                  </w:rPr>
                  <w:t>INTPA E1 Macro-Economic analysis, Fiscal Policies and Budget Support, Global Partnerships with IFIs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83148C9" w:rsidR="00D96984" w:rsidRPr="0007110E" w:rsidRDefault="00A95699" w:rsidP="00E82667">
                <w:pPr>
                  <w:tabs>
                    <w:tab w:val="left" w:pos="426"/>
                  </w:tabs>
                  <w:spacing w:before="120"/>
                  <w:rPr>
                    <w:bCs/>
                    <w:lang w:val="en-IE" w:eastAsia="en-GB"/>
                  </w:rPr>
                </w:pPr>
                <w:r>
                  <w:rPr>
                    <w:bCs/>
                    <w:lang w:val="en-IE" w:eastAsia="en-GB"/>
                  </w:rPr>
                  <w:t>82806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44A2291" w14:textId="77777777" w:rsidR="00A95699" w:rsidRPr="001F5B35" w:rsidRDefault="00A95699" w:rsidP="00A95699">
                <w:pPr>
                  <w:spacing w:after="0"/>
                  <w:ind w:right="1317"/>
                  <w:rPr>
                    <w:bCs/>
                    <w:lang w:val="nl-NL" w:eastAsia="en-GB"/>
                  </w:rPr>
                </w:pPr>
                <w:r w:rsidRPr="001F5B35">
                  <w:rPr>
                    <w:bCs/>
                    <w:lang w:val="nl-NL" w:eastAsia="en-GB"/>
                  </w:rPr>
                  <w:t>Karolina LEIB</w:t>
                </w:r>
              </w:p>
              <w:p w14:paraId="714DA989" w14:textId="676539ED" w:rsidR="00E21DBD" w:rsidRPr="001F5B35" w:rsidRDefault="00A95699" w:rsidP="001F5B35">
                <w:pPr>
                  <w:spacing w:after="0"/>
                  <w:ind w:right="1317"/>
                  <w:rPr>
                    <w:bCs/>
                    <w:lang w:val="nl-NL" w:eastAsia="en-GB"/>
                  </w:rPr>
                </w:pPr>
                <w:r w:rsidRPr="001F5B35">
                  <w:rPr>
                    <w:bCs/>
                    <w:lang w:val="nl-NL" w:eastAsia="en-GB"/>
                  </w:rPr>
                  <w:t>Nathalie BRAJARD VOM STEIN</w:t>
                </w:r>
                <w:r w:rsidR="001F5B35">
                  <w:rPr>
                    <w:bCs/>
                    <w:lang w:val="nl-NL" w:eastAsia="en-GB"/>
                  </w:rPr>
                  <w:br/>
                </w:r>
                <w:r w:rsidRPr="001F5B35">
                  <w:rPr>
                    <w:bCs/>
                    <w:lang w:val="nl-NL" w:eastAsia="en-GB"/>
                  </w:rPr>
                  <w:t>Peter KOVACS</w:t>
                </w:r>
              </w:p>
            </w:sdtContent>
          </w:sdt>
          <w:p w14:paraId="34CF737A" w14:textId="5F189CF7" w:rsidR="00E21DBD" w:rsidRPr="0007110E" w:rsidRDefault="0043660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95699">
                  <w:rPr>
                    <w:bCs/>
                    <w:lang w:val="en-IE" w:eastAsia="en-GB"/>
                  </w:rPr>
                  <w:t>3rd</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95699">
                  <w:rPr>
                    <w:bCs/>
                    <w:lang w:val="en-IE" w:eastAsia="en-GB"/>
                  </w:rPr>
                  <w:t>2025</w:t>
                </w:r>
              </w:sdtContent>
            </w:sdt>
          </w:p>
          <w:p w14:paraId="158DD156" w14:textId="7CC2F8B3" w:rsidR="00E21DBD" w:rsidRPr="0007110E" w:rsidRDefault="0043660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A9569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9569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735F79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600CE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3660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3660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3660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E27AFD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FA2922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361AF5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835526">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550391112"/>
            <w:placeholder>
              <w:docPart w:val="4166F27359CF4BA28FB953500CFCF37E"/>
            </w:placeholder>
          </w:sdtPr>
          <w:sdtEndPr/>
          <w:sdtContent>
            <w:p w14:paraId="58BE9C38" w14:textId="77777777" w:rsidR="00A95699" w:rsidRDefault="00A95699" w:rsidP="00A95699">
              <w:pPr>
                <w:rPr>
                  <w:lang w:val="en-US" w:eastAsia="en-GB"/>
                </w:rPr>
              </w:pPr>
              <w:r>
                <w:rPr>
                  <w:lang w:val="en-US" w:eastAsia="en-GB"/>
                </w:rPr>
                <w:t xml:space="preserve">The unit is tasked to provide sound and comprehensive macro-economic and fiscal analysis for the geographic areas within the Directorate General’s remit, ensuring a solid basis for DG INTPA policy. </w:t>
              </w:r>
            </w:p>
            <w:p w14:paraId="237BF799" w14:textId="77777777" w:rsidR="00A95699" w:rsidRDefault="00A95699" w:rsidP="00A95699">
              <w:pPr>
                <w:rPr>
                  <w:lang w:val="en-US" w:eastAsia="en-GB"/>
                </w:rPr>
              </w:pPr>
              <w:r>
                <w:rPr>
                  <w:lang w:val="en-US" w:eastAsia="en-GB"/>
                </w:rPr>
                <w:lastRenderedPageBreak/>
                <w:t xml:space="preserve">It contributes to the formulation of the EU development policy on public finance, including fiscal and tax policies, public finance management, budget support and domestic revenue </w:t>
              </w:r>
              <w:proofErr w:type="spellStart"/>
              <w:r>
                <w:rPr>
                  <w:lang w:val="en-US" w:eastAsia="en-GB"/>
                </w:rPr>
                <w:t>mobilisation</w:t>
              </w:r>
              <w:proofErr w:type="spellEnd"/>
              <w:r>
                <w:rPr>
                  <w:lang w:val="en-US" w:eastAsia="en-GB"/>
                </w:rPr>
                <w:t xml:space="preserve">, debt issues and illicit financial flows. It is a Centre of expertise regarding budget support policy and methodology.  </w:t>
              </w:r>
            </w:p>
            <w:p w14:paraId="65D66798" w14:textId="77777777" w:rsidR="00A95699" w:rsidRDefault="00A95699" w:rsidP="00A95699">
              <w:pPr>
                <w:rPr>
                  <w:lang w:val="en-US" w:eastAsia="en-GB"/>
                </w:rPr>
              </w:pPr>
              <w:r>
                <w:rPr>
                  <w:lang w:val="en-US" w:eastAsia="en-GB"/>
                </w:rPr>
                <w:t>The unit is also contributing to the formulation and implementation of policies for strategic engagement with International Financial Institutions (IFIs), in particular the World Bank Group and the IMF, notably in view of increasing the visibility and impact of EU action and of promoting a stronger Team Europe approach.</w:t>
              </w:r>
            </w:p>
            <w:p w14:paraId="6D512934" w14:textId="77777777" w:rsidR="00A95699" w:rsidRDefault="00A95699" w:rsidP="00A95699">
              <w:pPr>
                <w:rPr>
                  <w:lang w:val="en-US" w:eastAsia="en-GB"/>
                </w:rPr>
              </w:pPr>
              <w:r>
                <w:rPr>
                  <w:lang w:val="en-US" w:eastAsia="en-GB"/>
                </w:rPr>
                <w:t>To ensure appropriate integration of the external dimension of internal policies and maximizing coherence and synergies with cooperation policy and priorities, the unit is working in close coordination with the concerned INTPA directorates and other Commission DGs (such as ECFIN, TAXUD) and the EEAS, EU Member States and other stakeholders.</w:t>
              </w:r>
            </w:p>
          </w:sdtContent>
        </w:sdt>
        <w:p w14:paraId="59DD0438" w14:textId="5DA69AD0" w:rsidR="00E21DBD" w:rsidRDefault="0043660F"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78075758"/>
            <w:placeholder>
              <w:docPart w:val="0291F9178E054CC1BA6803520347F42B"/>
            </w:placeholder>
          </w:sdtPr>
          <w:sdtEndPr/>
          <w:sdtContent>
            <w:p w14:paraId="5911854C" w14:textId="05946074" w:rsidR="00A95699" w:rsidRDefault="00A95699" w:rsidP="00A95699">
              <w:pPr>
                <w:rPr>
                  <w:lang w:val="en-US" w:eastAsia="en-GB"/>
                </w:rPr>
              </w:pPr>
              <w:r>
                <w:rPr>
                  <w:lang w:val="en-US" w:eastAsia="en-GB"/>
                </w:rPr>
                <w:t>The selected official will be assigned in the macroeconomic sector of the unit, which is dealing with topics such as debt issues (debt sustainability, debt restructuring and international debt policies), SDRs on-lending, IMF finances, the reform of the global financial architecture, as well as with general macro-economic developments relevant for INTPA partner countries. She/he will contribute to deepen the macroeconomic and financial analysis of the unit and provide policy and evidence-based advice to the management with a view to support policy making in international development and decision-making concerning relevant EU partnership actions</w:t>
              </w:r>
              <w:r w:rsidR="00EB4605">
                <w:rPr>
                  <w:lang w:val="en-US" w:eastAsia="en-GB"/>
                </w:rPr>
                <w:t xml:space="preserve"> implemented by the DG</w:t>
              </w:r>
              <w:r>
                <w:rPr>
                  <w:lang w:val="en-US" w:eastAsia="en-GB"/>
                </w:rPr>
                <w:t xml:space="preserve">. </w:t>
              </w:r>
            </w:p>
            <w:p w14:paraId="1033A17C" w14:textId="79F9AFC6" w:rsidR="00A95699" w:rsidRDefault="00A95699" w:rsidP="00A95699">
              <w:pPr>
                <w:rPr>
                  <w:lang w:val="en-US" w:eastAsia="en-GB"/>
                </w:rPr>
              </w:pPr>
              <w:r>
                <w:rPr>
                  <w:lang w:val="en-US" w:eastAsia="en-GB"/>
                </w:rPr>
                <w:t xml:space="preserve">She/he will prepare briefings for EU Commissioners and for DG INTPA senior management, presentations to support EU delegations in INTPA partner countries and contribute to the meetings where the Directorate is represented (e.g. CODEV, IMF and WB annual </w:t>
              </w:r>
              <w:proofErr w:type="gramStart"/>
              <w:r>
                <w:rPr>
                  <w:lang w:val="en-US" w:eastAsia="en-GB"/>
                </w:rPr>
                <w:t>Meetings,</w:t>
              </w:r>
              <w:r w:rsidR="00EB4605">
                <w:rPr>
                  <w:lang w:val="en-US" w:eastAsia="en-GB"/>
                </w:rPr>
                <w:t>…</w:t>
              </w:r>
              <w:proofErr w:type="gramEnd"/>
              <w:r>
                <w:rPr>
                  <w:lang w:val="en-US" w:eastAsia="en-GB"/>
                </w:rPr>
                <w:t>).</w:t>
              </w:r>
            </w:p>
            <w:p w14:paraId="27C6C29A" w14:textId="77777777" w:rsidR="00A95699" w:rsidRDefault="00A95699" w:rsidP="00A95699">
              <w:pPr>
                <w:rPr>
                  <w:lang w:val="en-US" w:eastAsia="en-GB"/>
                </w:rPr>
              </w:pPr>
              <w:r>
                <w:rPr>
                  <w:lang w:val="en-US" w:eastAsia="en-GB"/>
                </w:rPr>
                <w:t xml:space="preserve">The selected official will also be requested to provide analytical work on budget support, risk assessment and economic governance in a specific group of countries that will be attached to her/him. </w:t>
              </w:r>
            </w:p>
            <w:p w14:paraId="0F245C66" w14:textId="77777777" w:rsidR="00A95699" w:rsidRDefault="00A95699" w:rsidP="00A95699">
              <w:pPr>
                <w:rPr>
                  <w:lang w:val="en-US" w:eastAsia="en-GB"/>
                </w:rPr>
              </w:pPr>
              <w:r>
                <w:rPr>
                  <w:lang w:val="en-US" w:eastAsia="en-GB"/>
                </w:rPr>
                <w:t xml:space="preserve">The job entails frequent contacts within the Commission, with Member States administrations, and other international institutions such as the World Bank, the IMF and UNCTAD. </w:t>
              </w:r>
            </w:p>
            <w:p w14:paraId="00F96F5A" w14:textId="77777777" w:rsidR="00A95699" w:rsidRDefault="00A95699" w:rsidP="00A95699">
              <w:pPr>
                <w:rPr>
                  <w:lang w:val="en-US" w:eastAsia="en-GB"/>
                </w:rPr>
              </w:pPr>
              <w:r>
                <w:rPr>
                  <w:lang w:val="en-US" w:eastAsia="en-GB"/>
                </w:rPr>
                <w:t>Missions in INTPA partner countries are likely to be necessary to support EU delegations.</w:t>
              </w:r>
            </w:p>
          </w:sdtContent>
        </w:sdt>
        <w:p w14:paraId="46EE3E07" w14:textId="7C318F4E" w:rsidR="00E21DBD" w:rsidRPr="00AF7D78" w:rsidRDefault="0043660F"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42689982"/>
            <w:placeholder>
              <w:docPart w:val="C60157A5FD9E40B3A04130F0C2B128C9"/>
            </w:placeholder>
          </w:sdtPr>
          <w:sdtEndPr/>
          <w:sdtContent>
            <w:p w14:paraId="0E280B31" w14:textId="7445C30D" w:rsidR="00A95699" w:rsidRDefault="00A95699" w:rsidP="00A95699">
              <w:pPr>
                <w:rPr>
                  <w:lang w:val="en-US" w:eastAsia="en-GB"/>
                </w:rPr>
              </w:pPr>
              <w:r>
                <w:t xml:space="preserve">The candidate should possess solid experience and extensive knowledge of macro-economic and financial analysis. A specialisation in international and development </w:t>
              </w:r>
              <w:r>
                <w:lastRenderedPageBreak/>
                <w:t xml:space="preserve">economics would be considered as an asset. Key requirements for the position </w:t>
              </w:r>
              <w:proofErr w:type="gramStart"/>
              <w:r>
                <w:t>are:</w:t>
              </w:r>
              <w:proofErr w:type="gramEnd"/>
              <w:r>
                <w:t xml:space="preserve"> good analytical, organisational and drafting skills, as well as the ability to work in a small team under tight deadlines. Capacity to dialogue with a large range of stakeholders both within the DG, across the Commission </w:t>
              </w:r>
              <w:r w:rsidR="001F5B35">
                <w:t>and</w:t>
              </w:r>
              <w:r>
                <w:t xml:space="preserve"> outside the institutions. Experience in </w:t>
              </w:r>
              <w:r w:rsidR="009D1D44">
                <w:t xml:space="preserve">preparing and clearly </w:t>
              </w:r>
              <w:r>
                <w:t xml:space="preserve">delivering technical and specialised presentations. Candidates should hold a degree in economics, finance, or development economics and have at least 5 years of experience. </w:t>
              </w:r>
              <w:r>
                <w:rPr>
                  <w:sz w:val="22"/>
                </w:rPr>
                <w:t xml:space="preserve">Excellent skills of EN </w:t>
              </w:r>
              <w:proofErr w:type="gramStart"/>
              <w:r>
                <w:rPr>
                  <w:sz w:val="22"/>
                </w:rPr>
                <w:t>is</w:t>
              </w:r>
              <w:proofErr w:type="gramEnd"/>
              <w:r>
                <w:rPr>
                  <w:sz w:val="22"/>
                </w:rPr>
                <w:t xml:space="preserve"> a </w:t>
              </w:r>
              <w:r w:rsidR="001F5B35">
                <w:rPr>
                  <w:sz w:val="22"/>
                </w:rPr>
                <w:t>prerequisite</w:t>
              </w:r>
              <w:r>
                <w:rPr>
                  <w:sz w:val="22"/>
                </w:rPr>
                <w:t xml:space="preserve"> and knowledge of FR or ES would be an asset. </w:t>
              </w:r>
              <w:r>
                <w:t xml:space="preserve"> </w:t>
              </w:r>
            </w:p>
          </w:sdtContent>
        </w:sdt>
        <w:p w14:paraId="51994EDB" w14:textId="31420C4D" w:rsidR="002E40A9" w:rsidRPr="00AF7D78" w:rsidRDefault="0043660F"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E21DBD"/>
    <w:rsid w:val="00002862"/>
    <w:rsid w:val="00012665"/>
    <w:rsid w:val="0007110E"/>
    <w:rsid w:val="0007544E"/>
    <w:rsid w:val="00092BCA"/>
    <w:rsid w:val="0009412A"/>
    <w:rsid w:val="000A4668"/>
    <w:rsid w:val="000D129C"/>
    <w:rsid w:val="000F371B"/>
    <w:rsid w:val="000F4CD5"/>
    <w:rsid w:val="00111AB6"/>
    <w:rsid w:val="001C43CA"/>
    <w:rsid w:val="001D0A81"/>
    <w:rsid w:val="001E67ED"/>
    <w:rsid w:val="001F5B35"/>
    <w:rsid w:val="002109E6"/>
    <w:rsid w:val="00252050"/>
    <w:rsid w:val="002B3CBF"/>
    <w:rsid w:val="002C13C3"/>
    <w:rsid w:val="002C49D0"/>
    <w:rsid w:val="002D543E"/>
    <w:rsid w:val="002E40A9"/>
    <w:rsid w:val="00394447"/>
    <w:rsid w:val="003B7C12"/>
    <w:rsid w:val="003D472B"/>
    <w:rsid w:val="003E3385"/>
    <w:rsid w:val="003E50A4"/>
    <w:rsid w:val="0040388A"/>
    <w:rsid w:val="00431778"/>
    <w:rsid w:val="0043660F"/>
    <w:rsid w:val="00454CC7"/>
    <w:rsid w:val="00464195"/>
    <w:rsid w:val="00476034"/>
    <w:rsid w:val="004A3C94"/>
    <w:rsid w:val="005168AD"/>
    <w:rsid w:val="0058240F"/>
    <w:rsid w:val="00592CD5"/>
    <w:rsid w:val="005D1B85"/>
    <w:rsid w:val="00607642"/>
    <w:rsid w:val="00665583"/>
    <w:rsid w:val="00693BC6"/>
    <w:rsid w:val="00696070"/>
    <w:rsid w:val="007745A9"/>
    <w:rsid w:val="007C60FD"/>
    <w:rsid w:val="007E531E"/>
    <w:rsid w:val="007F02AC"/>
    <w:rsid w:val="007F7012"/>
    <w:rsid w:val="00835526"/>
    <w:rsid w:val="00843738"/>
    <w:rsid w:val="0087502E"/>
    <w:rsid w:val="008D02B7"/>
    <w:rsid w:val="008F0B52"/>
    <w:rsid w:val="008F4BA9"/>
    <w:rsid w:val="00994062"/>
    <w:rsid w:val="0099521E"/>
    <w:rsid w:val="00996CC6"/>
    <w:rsid w:val="009A1EA0"/>
    <w:rsid w:val="009A2F00"/>
    <w:rsid w:val="009C5E27"/>
    <w:rsid w:val="009D1D44"/>
    <w:rsid w:val="00A033AD"/>
    <w:rsid w:val="00A95699"/>
    <w:rsid w:val="00AB2CEA"/>
    <w:rsid w:val="00AF6424"/>
    <w:rsid w:val="00B24CC5"/>
    <w:rsid w:val="00B33FE7"/>
    <w:rsid w:val="00B3644B"/>
    <w:rsid w:val="00B65513"/>
    <w:rsid w:val="00B73F08"/>
    <w:rsid w:val="00B8014C"/>
    <w:rsid w:val="00C06724"/>
    <w:rsid w:val="00C3254D"/>
    <w:rsid w:val="00C504C7"/>
    <w:rsid w:val="00C75BA4"/>
    <w:rsid w:val="00CB5B61"/>
    <w:rsid w:val="00CD2C5A"/>
    <w:rsid w:val="00D0015C"/>
    <w:rsid w:val="00D03CF4"/>
    <w:rsid w:val="00D628D3"/>
    <w:rsid w:val="00D7090C"/>
    <w:rsid w:val="00D84D53"/>
    <w:rsid w:val="00D93002"/>
    <w:rsid w:val="00D96984"/>
    <w:rsid w:val="00DD081E"/>
    <w:rsid w:val="00DD41ED"/>
    <w:rsid w:val="00DF1E49"/>
    <w:rsid w:val="00E16E01"/>
    <w:rsid w:val="00E21DBD"/>
    <w:rsid w:val="00E342CB"/>
    <w:rsid w:val="00E41704"/>
    <w:rsid w:val="00E44D7F"/>
    <w:rsid w:val="00E82667"/>
    <w:rsid w:val="00E84FE8"/>
    <w:rsid w:val="00EB3147"/>
    <w:rsid w:val="00EB4605"/>
    <w:rsid w:val="00EB4E14"/>
    <w:rsid w:val="00EE78E7"/>
    <w:rsid w:val="00F4683D"/>
    <w:rsid w:val="00F6462F"/>
    <w:rsid w:val="00F91B73"/>
    <w:rsid w:val="00F93413"/>
    <w:rsid w:val="00F97250"/>
    <w:rsid w:val="00FD740F"/>
    <w:rsid w:val="00FF0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A95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394178">
      <w:bodyDiv w:val="1"/>
      <w:marLeft w:val="0"/>
      <w:marRight w:val="0"/>
      <w:marTop w:val="0"/>
      <w:marBottom w:val="0"/>
      <w:divBdr>
        <w:top w:val="none" w:sz="0" w:space="0" w:color="auto"/>
        <w:left w:val="none" w:sz="0" w:space="0" w:color="auto"/>
        <w:bottom w:val="none" w:sz="0" w:space="0" w:color="auto"/>
        <w:right w:val="none" w:sz="0" w:space="0" w:color="auto"/>
      </w:divBdr>
    </w:div>
    <w:div w:id="1091118318">
      <w:bodyDiv w:val="1"/>
      <w:marLeft w:val="0"/>
      <w:marRight w:val="0"/>
      <w:marTop w:val="0"/>
      <w:marBottom w:val="0"/>
      <w:divBdr>
        <w:top w:val="none" w:sz="0" w:space="0" w:color="auto"/>
        <w:left w:val="none" w:sz="0" w:space="0" w:color="auto"/>
        <w:bottom w:val="none" w:sz="0" w:space="0" w:color="auto"/>
        <w:right w:val="none" w:sz="0" w:space="0" w:color="auto"/>
      </w:divBdr>
    </w:div>
    <w:div w:id="1498885806">
      <w:bodyDiv w:val="1"/>
      <w:marLeft w:val="0"/>
      <w:marRight w:val="0"/>
      <w:marTop w:val="0"/>
      <w:marBottom w:val="0"/>
      <w:divBdr>
        <w:top w:val="none" w:sz="0" w:space="0" w:color="auto"/>
        <w:left w:val="none" w:sz="0" w:space="0" w:color="auto"/>
        <w:bottom w:val="none" w:sz="0" w:space="0" w:color="auto"/>
        <w:right w:val="none" w:sz="0" w:space="0" w:color="auto"/>
      </w:divBdr>
    </w:div>
    <w:div w:id="1701008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4166F27359CF4BA28FB953500CFCF37E"/>
        <w:category>
          <w:name w:val="General"/>
          <w:gallery w:val="placeholder"/>
        </w:category>
        <w:types>
          <w:type w:val="bbPlcHdr"/>
        </w:types>
        <w:behaviors>
          <w:behavior w:val="content"/>
        </w:behaviors>
        <w:guid w:val="{7C7B8BEF-6790-47E7-AC5A-A0BEBCE607AB}"/>
      </w:docPartPr>
      <w:docPartBody>
        <w:p w:rsidR="003766B8" w:rsidRDefault="003766B8" w:rsidP="003766B8">
          <w:pPr>
            <w:pStyle w:val="4166F27359CF4BA28FB953500CFCF37E"/>
          </w:pPr>
          <w:r>
            <w:rPr>
              <w:rStyle w:val="PlaceholderText"/>
            </w:rPr>
            <w:t>Click or tap here to enter text.</w:t>
          </w:r>
        </w:p>
      </w:docPartBody>
    </w:docPart>
    <w:docPart>
      <w:docPartPr>
        <w:name w:val="0291F9178E054CC1BA6803520347F42B"/>
        <w:category>
          <w:name w:val="General"/>
          <w:gallery w:val="placeholder"/>
        </w:category>
        <w:types>
          <w:type w:val="bbPlcHdr"/>
        </w:types>
        <w:behaviors>
          <w:behavior w:val="content"/>
        </w:behaviors>
        <w:guid w:val="{BB30786C-C82D-4336-BC62-04C5B7DB06B0}"/>
      </w:docPartPr>
      <w:docPartBody>
        <w:p w:rsidR="003766B8" w:rsidRDefault="003766B8" w:rsidP="003766B8">
          <w:pPr>
            <w:pStyle w:val="0291F9178E054CC1BA6803520347F42B"/>
          </w:pPr>
          <w:r>
            <w:rPr>
              <w:rStyle w:val="PlaceholderText"/>
            </w:rPr>
            <w:t>Click or tap here to enter text.</w:t>
          </w:r>
        </w:p>
      </w:docPartBody>
    </w:docPart>
    <w:docPart>
      <w:docPartPr>
        <w:name w:val="C60157A5FD9E40B3A04130F0C2B128C9"/>
        <w:category>
          <w:name w:val="General"/>
          <w:gallery w:val="placeholder"/>
        </w:category>
        <w:types>
          <w:type w:val="bbPlcHdr"/>
        </w:types>
        <w:behaviors>
          <w:behavior w:val="content"/>
        </w:behaviors>
        <w:guid w:val="{32EB42C9-D2B6-4795-8A8A-1BB3F8098A66}"/>
      </w:docPartPr>
      <w:docPartBody>
        <w:p w:rsidR="003766B8" w:rsidRDefault="003766B8" w:rsidP="003766B8">
          <w:pPr>
            <w:pStyle w:val="C60157A5FD9E40B3A04130F0C2B128C9"/>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C43CA"/>
    <w:rsid w:val="001E3B1B"/>
    <w:rsid w:val="002D543E"/>
    <w:rsid w:val="003766B8"/>
    <w:rsid w:val="003D472B"/>
    <w:rsid w:val="00416B25"/>
    <w:rsid w:val="004A3C94"/>
    <w:rsid w:val="006212B2"/>
    <w:rsid w:val="006F0611"/>
    <w:rsid w:val="007745A9"/>
    <w:rsid w:val="007F7378"/>
    <w:rsid w:val="00893390"/>
    <w:rsid w:val="00894A0C"/>
    <w:rsid w:val="0099521E"/>
    <w:rsid w:val="009A12CB"/>
    <w:rsid w:val="00CA527C"/>
    <w:rsid w:val="00D374C1"/>
    <w:rsid w:val="00D93002"/>
    <w:rsid w:val="00ED10DB"/>
    <w:rsid w:val="00F972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6B8"/>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166F27359CF4BA28FB953500CFCF37E">
    <w:name w:val="4166F27359CF4BA28FB953500CFCF37E"/>
    <w:rsid w:val="003766B8"/>
    <w:pPr>
      <w:spacing w:line="278" w:lineRule="auto"/>
    </w:pPr>
    <w:rPr>
      <w:kern w:val="2"/>
      <w:sz w:val="24"/>
      <w:szCs w:val="24"/>
      <w14:ligatures w14:val="standardContextual"/>
    </w:rPr>
  </w:style>
  <w:style w:type="paragraph" w:customStyle="1" w:styleId="0291F9178E054CC1BA6803520347F42B">
    <w:name w:val="0291F9178E054CC1BA6803520347F42B"/>
    <w:rsid w:val="003766B8"/>
    <w:pPr>
      <w:spacing w:line="278" w:lineRule="auto"/>
    </w:pPr>
    <w:rPr>
      <w:kern w:val="2"/>
      <w:sz w:val="24"/>
      <w:szCs w:val="24"/>
      <w14:ligatures w14:val="standardContextual"/>
    </w:rPr>
  </w:style>
  <w:style w:type="paragraph" w:customStyle="1" w:styleId="C60157A5FD9E40B3A04130F0C2B128C9">
    <w:name w:val="C60157A5FD9E40B3A04130F0C2B128C9"/>
    <w:rsid w:val="003766B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purl.org/dc/terms/"/>
    <ds:schemaRef ds:uri="http://schemas.microsoft.com/office/2006/documentManagement/types"/>
    <ds:schemaRef ds:uri="http://purl.org/dc/elements/1.1/"/>
    <ds:schemaRef ds:uri="http://purl.org/dc/dcmitype/"/>
    <ds:schemaRef ds:uri="08927195-b699-4be0-9ee2-6c66dc215b5a"/>
    <ds:schemaRef ds:uri="http://www.w3.org/XML/1998/namespace"/>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metadata/properties"/>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22FD4DEB-D1AD-4579-93B5-529D15E0C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1213</Words>
  <Characters>6916</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2025-03-20T15:42:00Z</dcterms:created>
  <dcterms:modified xsi:type="dcterms:W3CDTF">2025-04-15T09:22:00Z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