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27DF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205872652"/>
                <w:placeholder>
                  <w:docPart w:val="26169B001E88467684A0EA66600CCC1B"/>
                </w:placeholder>
              </w:sdtPr>
              <w:sdtEndPr/>
              <w:sdtContent>
                <w:tc>
                  <w:tcPr>
                    <w:tcW w:w="5491" w:type="dxa"/>
                  </w:tcPr>
                  <w:p w14:paraId="786241CD" w14:textId="05769CC6" w:rsidR="00B65513" w:rsidRPr="0007110E" w:rsidRDefault="00892224" w:rsidP="00E82667">
                    <w:pPr>
                      <w:tabs>
                        <w:tab w:val="left" w:pos="426"/>
                      </w:tabs>
                      <w:spacing w:before="120"/>
                      <w:rPr>
                        <w:bCs/>
                        <w:lang w:val="en-IE" w:eastAsia="en-GB"/>
                      </w:rPr>
                    </w:pPr>
                    <w:r>
                      <w:rPr>
                        <w:bCs/>
                        <w:lang w:val="en-IE" w:eastAsia="en-GB"/>
                      </w:rPr>
                      <w:t>ESTAT.A.5</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sdt>
              <w:sdtPr>
                <w:rPr>
                  <w:bCs/>
                  <w:lang w:val="en-IE" w:eastAsia="en-GB"/>
                </w:rPr>
                <w:id w:val="-1211104209"/>
                <w:placeholder>
                  <w:docPart w:val="58F4EC2319C14C848A588C7E69C551D7"/>
                </w:placeholder>
              </w:sdtPr>
              <w:sdtEndPr/>
              <w:sdtContent>
                <w:tc>
                  <w:tcPr>
                    <w:tcW w:w="5491" w:type="dxa"/>
                  </w:tcPr>
                  <w:p w14:paraId="26B6BD75" w14:textId="65325035" w:rsidR="00D96984" w:rsidRPr="0007110E" w:rsidRDefault="00892224" w:rsidP="00E82667">
                    <w:pPr>
                      <w:tabs>
                        <w:tab w:val="left" w:pos="426"/>
                      </w:tabs>
                      <w:spacing w:before="120"/>
                      <w:rPr>
                        <w:bCs/>
                        <w:lang w:val="en-IE" w:eastAsia="en-GB"/>
                      </w:rPr>
                    </w:pPr>
                    <w:r w:rsidRPr="00C21391">
                      <w:rPr>
                        <w:bCs/>
                        <w:lang w:val="en-IE" w:eastAsia="en-GB"/>
                      </w:rPr>
                      <w:t>300570</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C153C4E" w:rsidR="00E21DBD" w:rsidRPr="00E27DF2" w:rsidRDefault="00892224" w:rsidP="00E82667">
                <w:pPr>
                  <w:tabs>
                    <w:tab w:val="left" w:pos="426"/>
                  </w:tabs>
                  <w:spacing w:before="120"/>
                  <w:rPr>
                    <w:bCs/>
                    <w:lang w:val="pt-PT" w:eastAsia="en-GB"/>
                  </w:rPr>
                </w:pPr>
                <w:r w:rsidRPr="00E27DF2">
                  <w:rPr>
                    <w:bCs/>
                    <w:lang w:val="pt-PT" w:eastAsia="en-GB"/>
                  </w:rPr>
                  <w:t>Albrecht WIRTHMANN</w:t>
                </w:r>
              </w:p>
              <w:p w14:paraId="0C2BD43F" w14:textId="0C13307D" w:rsidR="00841ED7" w:rsidRPr="00841ED7" w:rsidRDefault="00E27DF2" w:rsidP="00841ED7">
                <w:pPr>
                  <w:tabs>
                    <w:tab w:val="left" w:pos="426"/>
                  </w:tabs>
                  <w:rPr>
                    <w:bCs/>
                    <w:lang w:val="fr-BE" w:eastAsia="en-GB"/>
                  </w:rPr>
                </w:pPr>
                <w:r>
                  <w:fldChar w:fldCharType="begin"/>
                </w:r>
                <w:r w:rsidRPr="00E27DF2">
                  <w:rPr>
                    <w:lang w:val="pt-PT"/>
                  </w:rPr>
                  <w:instrText>HYPERLINK "mailto:Albrecht.Wirthmann@ec.europa.eu"</w:instrText>
                </w:r>
                <w:r>
                  <w:fldChar w:fldCharType="separate"/>
                </w:r>
                <w:r w:rsidR="00841ED7">
                  <w:rPr>
                    <w:rStyle w:val="Hyperlink"/>
                    <w:rFonts w:ascii="Verdana" w:eastAsiaTheme="minorEastAsia" w:hAnsi="Verdana"/>
                    <w:sz w:val="18"/>
                    <w:lang w:val="fr-BE"/>
                  </w:rPr>
                  <w:t>Albrecht.Wirthmann@ec.europa.eu</w:t>
                </w:r>
                <w:r>
                  <w:rPr>
                    <w:rStyle w:val="Hyperlink"/>
                    <w:rFonts w:ascii="Verdana" w:eastAsiaTheme="minorEastAsia" w:hAnsi="Verdana"/>
                    <w:sz w:val="18"/>
                    <w:lang w:val="fr-BE"/>
                  </w:rPr>
                  <w:fldChar w:fldCharType="end"/>
                </w:r>
              </w:p>
            </w:sdtContent>
          </w:sdt>
          <w:p w14:paraId="34CF737A" w14:textId="7958C1FF" w:rsidR="00E21DBD" w:rsidRPr="0007110E" w:rsidRDefault="00E27DF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92224">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92224">
                  <w:rPr>
                    <w:bCs/>
                    <w:lang w:val="en-IE" w:eastAsia="en-GB"/>
                  </w:rPr>
                  <w:t>2025</w:t>
                </w:r>
              </w:sdtContent>
            </w:sdt>
          </w:p>
          <w:p w14:paraId="158DD156" w14:textId="6B3F07F3" w:rsidR="00E21DBD" w:rsidRPr="0007110E" w:rsidRDefault="00E27DF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9222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892224">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C1601C">
        <w:trPr>
          <w:trHeight w:val="684"/>
        </w:trPr>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1AB15D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091F4E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27DF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27DF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27DF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001037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E59C4F6"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879FED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C1601C">
                  <w:rPr>
                    <w:bCs/>
                    <w:lang w:val="fr-BE" w:eastAsia="en-GB"/>
                  </w:rPr>
                  <w:t>25-11-2024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994566335"/>
            <w:placeholder>
              <w:docPart w:val="616F0FB40DC8498EB49AF27500C43B8C"/>
            </w:placeholder>
          </w:sdtPr>
          <w:sdtEndPr/>
          <w:sdtContent>
            <w:p w14:paraId="2B22D1D1" w14:textId="77777777" w:rsidR="00892224" w:rsidRPr="00E6069C" w:rsidRDefault="00892224" w:rsidP="00892224">
              <w:pPr>
                <w:spacing w:after="0"/>
              </w:pPr>
              <w:r w:rsidRPr="00E6069C">
                <w:t xml:space="preserve">Eurostat Unit A5 "Methodology; innovation in official statistics" is a dynamic and friendly unit with &gt;20 colleagues providing Eurostat and the European Statistical System (ESS) with services and expertise in the areas of statistical methodology, data analytics, statistical confidentiality, enterprise architecture, </w:t>
              </w:r>
              <w:proofErr w:type="gramStart"/>
              <w:r w:rsidRPr="00E6069C">
                <w:t>research</w:t>
              </w:r>
              <w:proofErr w:type="gramEnd"/>
              <w:r w:rsidRPr="00E6069C">
                <w:t xml:space="preserve"> and innovation. </w:t>
              </w:r>
            </w:p>
            <w:p w14:paraId="71D80428" w14:textId="77777777" w:rsidR="00892224" w:rsidRPr="00E6069C" w:rsidRDefault="00892224" w:rsidP="00892224">
              <w:pPr>
                <w:spacing w:after="0"/>
              </w:pPr>
              <w:r w:rsidRPr="00E6069C">
                <w:lastRenderedPageBreak/>
                <w:t xml:space="preserve">We are leading and coordinating innovative developments within the ESS and the Commission for developing multi-source statistics under the heading of “Trusted Smart Statistics” for evidence-based decision making. This comprises exploring and reusing non-traditional data sources, </w:t>
              </w:r>
              <w:proofErr w:type="gramStart"/>
              <w:r w:rsidRPr="00E6069C">
                <w:t>developing</w:t>
              </w:r>
              <w:proofErr w:type="gramEnd"/>
              <w:r w:rsidRPr="00E6069C">
                <w:t xml:space="preserve"> and implementing new methodologies and processes, setting-up new technical infrastructures and coordinating the implementation of the ESS Innovation agenda. Current activities include the exploration and piloting of innovative  methodological and technical capabilities for collecting data from the web (web intelligence), the processing of mobile network operator data, the use of smart device and sensors to enhance data collection methods (trusted smart surveys), the use of Privacy Enhancing Techniques for the aggregating and processing sensitive data held by different organisations, and the promotion of AI/ML techniques to enhance the processing of new and multiple data sources and the production of European statistics.</w:t>
              </w:r>
            </w:p>
            <w:p w14:paraId="59DD0438" w14:textId="60CCA4D3" w:rsidR="00E21DBD" w:rsidRPr="00892224" w:rsidRDefault="00892224" w:rsidP="00892224">
              <w:pPr>
                <w:spacing w:after="0"/>
              </w:pPr>
              <w:r w:rsidRPr="00E6069C">
                <w:t>In these endeavours we follow the standards of statistical confidentiality, which is one of the cornerstones of the European statistics. The development of adequate methods and tools for protection of confidential data is another important area of the work of the Unit which comprises techniques for both tabular and microdata protection.</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sdt>
          <w:sdtPr>
            <w:rPr>
              <w:rFonts w:asciiTheme="minorHAnsi" w:eastAsiaTheme="minorHAnsi" w:hAnsiTheme="minorHAnsi" w:cstheme="minorBidi"/>
              <w:sz w:val="22"/>
              <w:szCs w:val="22"/>
              <w:lang w:val="en-US" w:eastAsia="en-GB"/>
            </w:rPr>
            <w:id w:val="-693145867"/>
            <w:placeholder>
              <w:docPart w:val="87F51B1B736E42F5800BEA408B4C9385"/>
            </w:placeholder>
          </w:sdtPr>
          <w:sdtEndPr>
            <w:rPr>
              <w:rFonts w:ascii="Times New Roman" w:eastAsia="Times New Roman" w:hAnsi="Times New Roman" w:cs="Times New Roman"/>
              <w:sz w:val="24"/>
              <w:szCs w:val="20"/>
            </w:rPr>
          </w:sdtEndPr>
          <w:sdtContent>
            <w:p w14:paraId="079E5432" w14:textId="77777777" w:rsidR="00892224" w:rsidRPr="00E6069C" w:rsidRDefault="00892224" w:rsidP="00892224">
              <w:r w:rsidRPr="00E6069C">
                <w:t xml:space="preserve">Under the supervision of a Commission official, the expert would reinforce the capacity of the Eurostat unit A.5 methodology and innovation in official statistics, </w:t>
              </w:r>
              <w:proofErr w:type="gramStart"/>
              <w:r w:rsidRPr="00E6069C">
                <w:t>in particular in</w:t>
              </w:r>
              <w:proofErr w:type="gramEnd"/>
              <w:r w:rsidRPr="00E6069C">
                <w:t xml:space="preserve"> the team working on </w:t>
              </w:r>
              <w:r>
                <w:t xml:space="preserve">new statistical methodologies, transformative innovations related to AI and topics of </w:t>
              </w:r>
              <w:r w:rsidRPr="00E6069C">
                <w:t>statistical confidentiality</w:t>
              </w:r>
              <w:r>
                <w:t xml:space="preserve"> and privacy preservation</w:t>
              </w:r>
              <w:r w:rsidRPr="00E6069C">
                <w:t xml:space="preserve">. The tasks comprise the development and promotion of methods to ensure efficient use of data while protecting their confidentiality, contribution to the implementation of the amended regulation on European Statistics related to matters of integration of new data sources into European statistics in privacy preserving ways, </w:t>
              </w:r>
              <w:proofErr w:type="gramStart"/>
              <w:r w:rsidRPr="00E6069C">
                <w:t>analysis</w:t>
              </w:r>
              <w:proofErr w:type="gramEnd"/>
              <w:r w:rsidRPr="00E6069C">
                <w:t xml:space="preserve"> and development of AI techniques as regards data processing </w:t>
              </w:r>
              <w:r>
                <w:t>implementing ethical standards</w:t>
              </w:r>
              <w:r w:rsidRPr="00E6069C">
                <w:t>.</w:t>
              </w:r>
            </w:p>
            <w:p w14:paraId="6010C2C0" w14:textId="77777777" w:rsidR="00892224" w:rsidRPr="00E6069C" w:rsidRDefault="00892224" w:rsidP="00892224">
              <w:r w:rsidRPr="00E6069C">
                <w:t xml:space="preserve">The tasks include in particular: </w:t>
              </w:r>
            </w:p>
            <w:p w14:paraId="7E0C2F9D" w14:textId="77777777" w:rsidR="00892224" w:rsidRPr="00E6069C" w:rsidRDefault="00892224" w:rsidP="00892224">
              <w:pPr>
                <w:pStyle w:val="ListParagraph"/>
                <w:numPr>
                  <w:ilvl w:val="0"/>
                  <w:numId w:val="34"/>
                </w:numPr>
                <w:rPr>
                  <w:lang w:val="en-US" w:eastAsia="en-GB"/>
                </w:rPr>
              </w:pPr>
              <w:r w:rsidRPr="00E6069C">
                <w:rPr>
                  <w:rFonts w:ascii="Times New Roman" w:hAnsi="Times New Roman" w:cs="Times New Roman"/>
                  <w:sz w:val="24"/>
                  <w:szCs w:val="24"/>
                  <w:lang w:val="en-IE"/>
                </w:rPr>
                <w:t xml:space="preserve">Advancing innovative statistical methods and tools useful for production of high-quality European </w:t>
              </w:r>
              <w:proofErr w:type="gramStart"/>
              <w:r w:rsidRPr="00E6069C">
                <w:rPr>
                  <w:rFonts w:ascii="Times New Roman" w:hAnsi="Times New Roman" w:cs="Times New Roman"/>
                  <w:sz w:val="24"/>
                  <w:szCs w:val="24"/>
                  <w:lang w:val="en-IE"/>
                </w:rPr>
                <w:t>statistics;</w:t>
              </w:r>
              <w:proofErr w:type="gramEnd"/>
            </w:p>
            <w:p w14:paraId="348BA182" w14:textId="77777777" w:rsidR="00892224" w:rsidRPr="00E6069C" w:rsidRDefault="00892224" w:rsidP="00892224">
              <w:pPr>
                <w:pStyle w:val="ListParagraph"/>
                <w:numPr>
                  <w:ilvl w:val="0"/>
                  <w:numId w:val="34"/>
                </w:numPr>
                <w:spacing w:line="273" w:lineRule="auto"/>
                <w:rPr>
                  <w:lang w:val="en-IE"/>
                </w:rPr>
              </w:pPr>
              <w:r w:rsidRPr="00E6069C">
                <w:rPr>
                  <w:rFonts w:ascii="Times New Roman" w:hAnsi="Times New Roman" w:cs="Times New Roman"/>
                  <w:sz w:val="24"/>
                  <w:szCs w:val="24"/>
                  <w:lang w:val="en-IE"/>
                </w:rPr>
                <w:t xml:space="preserve">Supporting and developing methods to integrate data in privacy and confidentiality preserving manner in the production of European </w:t>
              </w:r>
              <w:proofErr w:type="gramStart"/>
              <w:r w:rsidRPr="00E6069C">
                <w:rPr>
                  <w:rFonts w:ascii="Times New Roman" w:hAnsi="Times New Roman" w:cs="Times New Roman"/>
                  <w:sz w:val="24"/>
                  <w:szCs w:val="24"/>
                  <w:lang w:val="en-IE"/>
                </w:rPr>
                <w:t>statistics;</w:t>
              </w:r>
              <w:proofErr w:type="gramEnd"/>
            </w:p>
            <w:p w14:paraId="6BBFBB49" w14:textId="77777777" w:rsidR="00892224" w:rsidRDefault="00892224" w:rsidP="00892224">
              <w:pPr>
                <w:pStyle w:val="ListParagraph"/>
                <w:numPr>
                  <w:ilvl w:val="0"/>
                  <w:numId w:val="34"/>
                </w:numPr>
                <w:rPr>
                  <w:rFonts w:ascii="Times New Roman" w:hAnsi="Times New Roman" w:cs="Times New Roman"/>
                  <w:sz w:val="24"/>
                  <w:szCs w:val="24"/>
                  <w:lang w:val="en-IE"/>
                </w:rPr>
              </w:pPr>
              <w:r w:rsidRPr="00213406">
                <w:rPr>
                  <w:rFonts w:ascii="Times New Roman" w:hAnsi="Times New Roman" w:cs="Times New Roman"/>
                  <w:sz w:val="24"/>
                  <w:szCs w:val="24"/>
                  <w:lang w:val="en-IE"/>
                </w:rPr>
                <w:t xml:space="preserve">Pilot and supervise projects in the domain of the use of advanced AI approaches for statistics production in general and </w:t>
              </w:r>
              <w:proofErr w:type="gramStart"/>
              <w:r w:rsidRPr="00213406">
                <w:rPr>
                  <w:rFonts w:ascii="Times New Roman" w:hAnsi="Times New Roman" w:cs="Times New Roman"/>
                  <w:sz w:val="24"/>
                  <w:szCs w:val="24"/>
                  <w:lang w:val="en-IE"/>
                </w:rPr>
                <w:t>in particular the</w:t>
              </w:r>
              <w:proofErr w:type="gramEnd"/>
              <w:r w:rsidRPr="00213406">
                <w:rPr>
                  <w:rFonts w:ascii="Times New Roman" w:hAnsi="Times New Roman" w:cs="Times New Roman"/>
                  <w:sz w:val="24"/>
                  <w:szCs w:val="24"/>
                  <w:lang w:val="en-IE"/>
                </w:rPr>
                <w:t xml:space="preserve"> data integration</w:t>
              </w:r>
              <w:r>
                <w:rPr>
                  <w:rFonts w:ascii="Times New Roman" w:hAnsi="Times New Roman" w:cs="Times New Roman"/>
                  <w:sz w:val="24"/>
                  <w:szCs w:val="24"/>
                  <w:lang w:val="en-IE"/>
                </w:rPr>
                <w:t>,</w:t>
              </w:r>
              <w:r w:rsidRPr="00213406">
                <w:rPr>
                  <w:rFonts w:ascii="Times New Roman" w:hAnsi="Times New Roman" w:cs="Times New Roman"/>
                  <w:sz w:val="24"/>
                  <w:szCs w:val="24"/>
                  <w:lang w:val="en-IE"/>
                </w:rPr>
                <w:t xml:space="preserve"> data analytics</w:t>
              </w:r>
              <w:r>
                <w:rPr>
                  <w:rFonts w:ascii="Times New Roman" w:hAnsi="Times New Roman" w:cs="Times New Roman"/>
                  <w:sz w:val="24"/>
                  <w:szCs w:val="24"/>
                  <w:lang w:val="en-IE"/>
                </w:rPr>
                <w:t xml:space="preserve"> and privacy preservation</w:t>
              </w:r>
              <w:r w:rsidRPr="00213406">
                <w:rPr>
                  <w:rFonts w:ascii="Times New Roman" w:hAnsi="Times New Roman" w:cs="Times New Roman"/>
                  <w:sz w:val="24"/>
                  <w:szCs w:val="24"/>
                  <w:lang w:val="en-IE"/>
                </w:rPr>
                <w:t>.</w:t>
              </w:r>
            </w:p>
            <w:p w14:paraId="3580CF2A" w14:textId="77777777" w:rsidR="00892224" w:rsidRDefault="00892224" w:rsidP="00892224">
              <w:pPr>
                <w:pStyle w:val="ListParagraph"/>
                <w:numPr>
                  <w:ilvl w:val="0"/>
                  <w:numId w:val="34"/>
                </w:numPr>
                <w:rPr>
                  <w:rFonts w:ascii="Times New Roman" w:hAnsi="Times New Roman" w:cs="Times New Roman"/>
                  <w:sz w:val="24"/>
                  <w:szCs w:val="24"/>
                  <w:lang w:val="en-IE"/>
                </w:rPr>
              </w:pPr>
              <w:r w:rsidRPr="00213406">
                <w:rPr>
                  <w:rFonts w:ascii="Times New Roman" w:hAnsi="Times New Roman" w:cs="Times New Roman"/>
                  <w:sz w:val="24"/>
                  <w:szCs w:val="24"/>
                  <w:lang w:val="en-IE"/>
                </w:rPr>
                <w:t xml:space="preserve">Contribute to setting the conditions for </w:t>
              </w:r>
              <w:r>
                <w:rPr>
                  <w:rFonts w:ascii="Times New Roman" w:hAnsi="Times New Roman" w:cs="Times New Roman"/>
                  <w:sz w:val="24"/>
                  <w:szCs w:val="24"/>
                  <w:lang w:val="en-IE"/>
                </w:rPr>
                <w:t xml:space="preserve">using new </w:t>
              </w:r>
              <w:r w:rsidRPr="00213406">
                <w:rPr>
                  <w:rFonts w:ascii="Times New Roman" w:hAnsi="Times New Roman" w:cs="Times New Roman"/>
                  <w:sz w:val="24"/>
                  <w:szCs w:val="24"/>
                  <w:lang w:val="en-IE"/>
                </w:rPr>
                <w:t xml:space="preserve">data </w:t>
              </w:r>
              <w:r>
                <w:rPr>
                  <w:rFonts w:ascii="Times New Roman" w:hAnsi="Times New Roman" w:cs="Times New Roman"/>
                  <w:sz w:val="24"/>
                  <w:szCs w:val="24"/>
                  <w:lang w:val="en-IE"/>
                </w:rPr>
                <w:t xml:space="preserve">sources </w:t>
              </w:r>
              <w:r w:rsidRPr="00213406">
                <w:rPr>
                  <w:rFonts w:ascii="Times New Roman" w:hAnsi="Times New Roman" w:cs="Times New Roman"/>
                  <w:sz w:val="24"/>
                  <w:szCs w:val="24"/>
                  <w:lang w:val="en-IE"/>
                </w:rPr>
                <w:t xml:space="preserve">by demonstrating the value of these new information sources </w:t>
              </w:r>
              <w:proofErr w:type="gramStart"/>
              <w:r w:rsidRPr="00213406">
                <w:rPr>
                  <w:rFonts w:ascii="Times New Roman" w:hAnsi="Times New Roman" w:cs="Times New Roman"/>
                  <w:sz w:val="24"/>
                  <w:szCs w:val="24"/>
                  <w:lang w:val="en-IE"/>
                </w:rPr>
                <w:t>for the production of</w:t>
              </w:r>
              <w:proofErr w:type="gramEnd"/>
              <w:r w:rsidRPr="00213406">
                <w:rPr>
                  <w:rFonts w:ascii="Times New Roman" w:hAnsi="Times New Roman" w:cs="Times New Roman"/>
                  <w:sz w:val="24"/>
                  <w:szCs w:val="24"/>
                  <w:lang w:val="en-IE"/>
                </w:rPr>
                <w:t xml:space="preserve"> official statistics and identifying tailored and transparent approaches meeting a set of standard quality </w:t>
              </w:r>
              <w:r>
                <w:rPr>
                  <w:rFonts w:ascii="Times New Roman" w:hAnsi="Times New Roman" w:cs="Times New Roman"/>
                  <w:sz w:val="24"/>
                  <w:szCs w:val="24"/>
                  <w:lang w:val="en-IE"/>
                </w:rPr>
                <w:t xml:space="preserve">and confidentiality </w:t>
              </w:r>
              <w:r w:rsidRPr="00213406">
                <w:rPr>
                  <w:rFonts w:ascii="Times New Roman" w:hAnsi="Times New Roman" w:cs="Times New Roman"/>
                  <w:sz w:val="24"/>
                  <w:szCs w:val="24"/>
                  <w:lang w:val="en-IE"/>
                </w:rPr>
                <w:t>requirements</w:t>
              </w:r>
              <w:r>
                <w:rPr>
                  <w:rFonts w:ascii="Times New Roman" w:hAnsi="Times New Roman" w:cs="Times New Roman"/>
                  <w:sz w:val="24"/>
                  <w:szCs w:val="24"/>
                  <w:lang w:val="en-IE"/>
                </w:rPr>
                <w:t xml:space="preserve"> of the data</w:t>
              </w:r>
              <w:r w:rsidRPr="00213406">
                <w:rPr>
                  <w:rFonts w:ascii="Times New Roman" w:hAnsi="Times New Roman" w:cs="Times New Roman"/>
                  <w:sz w:val="24"/>
                  <w:szCs w:val="24"/>
                  <w:lang w:val="en-IE"/>
                </w:rPr>
                <w:t xml:space="preserve"> for processing them in close collaboration with the data holders.</w:t>
              </w:r>
            </w:p>
            <w:p w14:paraId="46EE3E07" w14:textId="1BFF1F99" w:rsidR="00E21DBD" w:rsidRPr="00892224" w:rsidRDefault="00892224" w:rsidP="00C504C7">
              <w:pPr>
                <w:pStyle w:val="ListParagraph"/>
                <w:numPr>
                  <w:ilvl w:val="0"/>
                  <w:numId w:val="34"/>
                </w:numPr>
                <w:rPr>
                  <w:rFonts w:ascii="Times New Roman" w:eastAsia="Times New Roman" w:hAnsi="Times New Roman" w:cs="Times New Roman"/>
                  <w:sz w:val="24"/>
                  <w:szCs w:val="20"/>
                  <w:lang w:val="en-US" w:eastAsia="en-GB"/>
                </w:rPr>
              </w:pPr>
              <w:r w:rsidRPr="00E6069C">
                <w:rPr>
                  <w:rFonts w:ascii="Times New Roman" w:hAnsi="Times New Roman" w:cs="Times New Roman"/>
                  <w:sz w:val="24"/>
                  <w:szCs w:val="24"/>
                  <w:lang w:val="en-IE"/>
                </w:rPr>
                <w:t>Analysing and promoting new methods and tools for microdata anonymisation, including methods for synthetic data generation.</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9912927"/>
            <w:placeholder>
              <w:docPart w:val="E53B22365D0A43C1AE3A19B688211C1A"/>
            </w:placeholder>
          </w:sdtPr>
          <w:sdtEndPr/>
          <w:sdtContent>
            <w:p w14:paraId="51994EDB" w14:textId="50482B68" w:rsidR="002E40A9" w:rsidRPr="00892224" w:rsidRDefault="00892224" w:rsidP="002E40A9">
              <w:r w:rsidRPr="00E6069C">
                <w:t xml:space="preserve">We are looking for a person with methodological knowledge in statistics, data science or information technology, </w:t>
              </w:r>
              <w:r>
                <w:t xml:space="preserve">such as </w:t>
              </w:r>
              <w:r w:rsidRPr="00E6069C">
                <w:t xml:space="preserve">in the domain of statistical confidentiality, privacy preserving methods, integration of data sources, </w:t>
              </w:r>
              <w:r>
                <w:t xml:space="preserve">or </w:t>
              </w:r>
              <w:r w:rsidRPr="00E6069C">
                <w:t xml:space="preserve">use of new methodologies, such as AI. We expect that the seconded expert contributes to strengthening the capacity of the unit in innovation and statistical methodology for the benefit of Eurostat and the European Statistical System. </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5643008"/>
    <w:multiLevelType w:val="hybridMultilevel"/>
    <w:tmpl w:val="00D090DE"/>
    <w:lvl w:ilvl="0" w:tplc="3490F04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7474120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7E531E"/>
    <w:rsid w:val="007F02AC"/>
    <w:rsid w:val="007F7012"/>
    <w:rsid w:val="00841ED7"/>
    <w:rsid w:val="00892224"/>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1601C"/>
    <w:rsid w:val="00C3254D"/>
    <w:rsid w:val="00C504C7"/>
    <w:rsid w:val="00C75BA4"/>
    <w:rsid w:val="00CB5B61"/>
    <w:rsid w:val="00CD2C5A"/>
    <w:rsid w:val="00D0015C"/>
    <w:rsid w:val="00D03CF4"/>
    <w:rsid w:val="00D7090C"/>
    <w:rsid w:val="00D84D53"/>
    <w:rsid w:val="00D96984"/>
    <w:rsid w:val="00DD41ED"/>
    <w:rsid w:val="00DF1E49"/>
    <w:rsid w:val="00E21DBD"/>
    <w:rsid w:val="00E27DF2"/>
    <w:rsid w:val="00E342CB"/>
    <w:rsid w:val="00E41704"/>
    <w:rsid w:val="00E44D7F"/>
    <w:rsid w:val="00E82667"/>
    <w:rsid w:val="00E84FE8"/>
    <w:rsid w:val="00EB3147"/>
    <w:rsid w:val="00EF22E4"/>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056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26169B001E88467684A0EA66600CCC1B"/>
        <w:category>
          <w:name w:val="General"/>
          <w:gallery w:val="placeholder"/>
        </w:category>
        <w:types>
          <w:type w:val="bbPlcHdr"/>
        </w:types>
        <w:behaviors>
          <w:behavior w:val="content"/>
        </w:behaviors>
        <w:guid w:val="{8BB73D03-4D22-418A-A9F4-FDACB66A61E0}"/>
      </w:docPartPr>
      <w:docPartBody>
        <w:p w:rsidR="00D07420" w:rsidRDefault="00D07420" w:rsidP="00D07420">
          <w:pPr>
            <w:pStyle w:val="26169B001E88467684A0EA66600CCC1B"/>
          </w:pPr>
          <w:r w:rsidRPr="0007110E">
            <w:rPr>
              <w:rStyle w:val="PlaceholderText"/>
              <w:bCs/>
            </w:rPr>
            <w:t>Click or tap here to enter text.</w:t>
          </w:r>
        </w:p>
      </w:docPartBody>
    </w:docPart>
    <w:docPart>
      <w:docPartPr>
        <w:name w:val="58F4EC2319C14C848A588C7E69C551D7"/>
        <w:category>
          <w:name w:val="General"/>
          <w:gallery w:val="placeholder"/>
        </w:category>
        <w:types>
          <w:type w:val="bbPlcHdr"/>
        </w:types>
        <w:behaviors>
          <w:behavior w:val="content"/>
        </w:behaviors>
        <w:guid w:val="{214AA106-0B9A-4173-8C94-911A46DC6A60}"/>
      </w:docPartPr>
      <w:docPartBody>
        <w:p w:rsidR="00D07420" w:rsidRDefault="00D07420" w:rsidP="00D07420">
          <w:pPr>
            <w:pStyle w:val="58F4EC2319C14C848A588C7E69C551D7"/>
          </w:pPr>
          <w:r w:rsidRPr="0007110E">
            <w:rPr>
              <w:rStyle w:val="PlaceholderText"/>
              <w:bCs/>
            </w:rPr>
            <w:t>Click or tap here to enter text.</w:t>
          </w:r>
        </w:p>
      </w:docPartBody>
    </w:docPart>
    <w:docPart>
      <w:docPartPr>
        <w:name w:val="616F0FB40DC8498EB49AF27500C43B8C"/>
        <w:category>
          <w:name w:val="General"/>
          <w:gallery w:val="placeholder"/>
        </w:category>
        <w:types>
          <w:type w:val="bbPlcHdr"/>
        </w:types>
        <w:behaviors>
          <w:behavior w:val="content"/>
        </w:behaviors>
        <w:guid w:val="{99F14B97-9D88-4538-BAB2-A3855EC3682C}"/>
      </w:docPartPr>
      <w:docPartBody>
        <w:p w:rsidR="00D07420" w:rsidRDefault="00D07420" w:rsidP="00D07420">
          <w:pPr>
            <w:pStyle w:val="616F0FB40DC8498EB49AF27500C43B8C"/>
          </w:pPr>
          <w:r w:rsidRPr="00BD2312">
            <w:rPr>
              <w:rStyle w:val="PlaceholderText"/>
            </w:rPr>
            <w:t>Click or tap here to enter text.</w:t>
          </w:r>
        </w:p>
      </w:docPartBody>
    </w:docPart>
    <w:docPart>
      <w:docPartPr>
        <w:name w:val="87F51B1B736E42F5800BEA408B4C9385"/>
        <w:category>
          <w:name w:val="General"/>
          <w:gallery w:val="placeholder"/>
        </w:category>
        <w:types>
          <w:type w:val="bbPlcHdr"/>
        </w:types>
        <w:behaviors>
          <w:behavior w:val="content"/>
        </w:behaviors>
        <w:guid w:val="{F6DB0402-AA72-47FE-8523-CA30E294B858}"/>
      </w:docPartPr>
      <w:docPartBody>
        <w:p w:rsidR="00D07420" w:rsidRDefault="00D07420" w:rsidP="00D07420">
          <w:pPr>
            <w:pStyle w:val="87F51B1B736E42F5800BEA408B4C9385"/>
          </w:pPr>
          <w:r w:rsidRPr="00BD2312">
            <w:rPr>
              <w:rStyle w:val="PlaceholderText"/>
            </w:rPr>
            <w:t>Click or tap here to enter text.</w:t>
          </w:r>
        </w:p>
      </w:docPartBody>
    </w:docPart>
    <w:docPart>
      <w:docPartPr>
        <w:name w:val="E53B22365D0A43C1AE3A19B688211C1A"/>
        <w:category>
          <w:name w:val="General"/>
          <w:gallery w:val="placeholder"/>
        </w:category>
        <w:types>
          <w:type w:val="bbPlcHdr"/>
        </w:types>
        <w:behaviors>
          <w:behavior w:val="content"/>
        </w:behaviors>
        <w:guid w:val="{97AB23A4-166A-494A-B580-6CBD24CECF87}"/>
      </w:docPartPr>
      <w:docPartBody>
        <w:p w:rsidR="00D07420" w:rsidRDefault="00D07420" w:rsidP="00D07420">
          <w:pPr>
            <w:pStyle w:val="E53B22365D0A43C1AE3A19B688211C1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07420"/>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742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26169B001E88467684A0EA66600CCC1B">
    <w:name w:val="26169B001E88467684A0EA66600CCC1B"/>
    <w:rsid w:val="00D07420"/>
    <w:rPr>
      <w:kern w:val="2"/>
      <w14:ligatures w14:val="standardContextual"/>
    </w:rPr>
  </w:style>
  <w:style w:type="paragraph" w:customStyle="1" w:styleId="58F4EC2319C14C848A588C7E69C551D7">
    <w:name w:val="58F4EC2319C14C848A588C7E69C551D7"/>
    <w:rsid w:val="00D07420"/>
    <w:rPr>
      <w:kern w:val="2"/>
      <w14:ligatures w14:val="standardContextual"/>
    </w:rPr>
  </w:style>
  <w:style w:type="paragraph" w:customStyle="1" w:styleId="616F0FB40DC8498EB49AF27500C43B8C">
    <w:name w:val="616F0FB40DC8498EB49AF27500C43B8C"/>
    <w:rsid w:val="00D07420"/>
    <w:rPr>
      <w:kern w:val="2"/>
      <w14:ligatures w14:val="standardContextual"/>
    </w:rPr>
  </w:style>
  <w:style w:type="paragraph" w:customStyle="1" w:styleId="87F51B1B736E42F5800BEA408B4C9385">
    <w:name w:val="87F51B1B736E42F5800BEA408B4C9385"/>
    <w:rsid w:val="00D07420"/>
    <w:rPr>
      <w:kern w:val="2"/>
      <w14:ligatures w14:val="standardContextual"/>
    </w:rPr>
  </w:style>
  <w:style w:type="paragraph" w:customStyle="1" w:styleId="E53B22365D0A43C1AE3A19B688211C1A">
    <w:name w:val="E53B22365D0A43C1AE3A19B688211C1A"/>
    <w:rsid w:val="00D0742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purl.org/dc/terms/"/>
    <ds:schemaRef ds:uri="http://schemas.openxmlformats.org/package/2006/metadata/core-properties"/>
    <ds:schemaRef ds:uri="08927195-b699-4be0-9ee2-6c66dc215b5a"/>
    <ds:schemaRef ds:uri="http://purl.org/dc/dcmitype/"/>
    <ds:schemaRef ds:uri="http://www.w3.org/XML/1998/namespace"/>
    <ds:schemaRef ds:uri="a41a97bf-0494-41d8-ba3d-259bd7771890"/>
    <ds:schemaRef ds:uri="http://schemas.microsoft.com/sharepoint/v3/fields"/>
    <ds:schemaRef ds:uri="1929b814-5a78-4bdc-9841-d8b9ef424f65"/>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1285</Words>
  <Characters>7329</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2024-09-06T13:09:00Z</dcterms:created>
  <dcterms:modified xsi:type="dcterms:W3CDTF">2024-09-06T13:09:00Z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